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223" w:rsidRPr="00777CF2" w:rsidRDefault="00D45223">
      <w:pPr>
        <w:jc w:val="center"/>
        <w:rPr>
          <w:b/>
          <w:lang w:val="ro-RO"/>
        </w:rPr>
      </w:pPr>
      <w:r w:rsidRPr="00777CF2">
        <w:rPr>
          <w:b/>
          <w:lang w:val="ro-RO"/>
        </w:rPr>
        <w:tab/>
      </w:r>
      <w:r w:rsidRPr="00777CF2">
        <w:rPr>
          <w:b/>
          <w:lang w:val="ro-RO"/>
        </w:rPr>
        <w:tab/>
      </w:r>
      <w:r w:rsidRPr="00777CF2">
        <w:rPr>
          <w:b/>
          <w:lang w:val="ro-RO"/>
        </w:rPr>
        <w:tab/>
      </w:r>
      <w:r w:rsidRPr="00777CF2">
        <w:rPr>
          <w:b/>
          <w:lang w:val="ro-RO"/>
        </w:rPr>
        <w:tab/>
      </w:r>
      <w:r w:rsidRPr="00777CF2">
        <w:rPr>
          <w:b/>
          <w:lang w:val="ro-RO"/>
        </w:rPr>
        <w:tab/>
      </w:r>
      <w:r w:rsidRPr="00777CF2">
        <w:rPr>
          <w:b/>
          <w:lang w:val="ro-RO"/>
        </w:rPr>
        <w:tab/>
        <w:t xml:space="preserve">                 </w:t>
      </w:r>
      <w:r w:rsidRPr="00777CF2">
        <w:rPr>
          <w:b/>
          <w:lang w:val="ro-RO"/>
        </w:rPr>
        <w:tab/>
      </w:r>
      <w:r w:rsidRPr="00777CF2">
        <w:rPr>
          <w:b/>
          <w:lang w:val="ro-RO"/>
        </w:rPr>
        <w:tab/>
        <w:t>Anexa 3 la Regulament</w:t>
      </w:r>
    </w:p>
    <w:p w:rsidR="00D45223" w:rsidRPr="00777CF2" w:rsidRDefault="00D45223">
      <w:pPr>
        <w:jc w:val="center"/>
        <w:rPr>
          <w:b/>
          <w:lang w:val="ro-RO"/>
        </w:rPr>
      </w:pPr>
    </w:p>
    <w:p w:rsidR="00D45223" w:rsidRPr="00777CF2" w:rsidRDefault="00D45223">
      <w:pPr>
        <w:jc w:val="center"/>
        <w:rPr>
          <w:b/>
          <w:caps/>
          <w:lang w:val="ro-RO"/>
        </w:rPr>
      </w:pPr>
      <w:r w:rsidRPr="00777CF2">
        <w:rPr>
          <w:b/>
          <w:caps/>
          <w:lang w:val="ro-RO"/>
        </w:rPr>
        <w:t xml:space="preserve">Norme financiare </w:t>
      </w:r>
    </w:p>
    <w:p w:rsidR="00D45223" w:rsidRPr="00777CF2" w:rsidRDefault="00D45223">
      <w:pPr>
        <w:jc w:val="center"/>
        <w:rPr>
          <w:b/>
          <w:lang w:val="ro-RO"/>
        </w:rPr>
      </w:pPr>
      <w:r w:rsidRPr="00777CF2">
        <w:rPr>
          <w:b/>
          <w:lang w:val="ro-RO"/>
        </w:rPr>
        <w:t>pentru realizarea activității sportive ale structurilor sportive/asociațiilor și fundațiilor/organizațiilor finanțate de la bugetul local, în baza Legii nr. 69/2000, cu modificările și completările ulterioare</w:t>
      </w:r>
    </w:p>
    <w:p w:rsidR="00D45223" w:rsidRPr="00777CF2" w:rsidRDefault="00D45223">
      <w:pPr>
        <w:jc w:val="both"/>
        <w:rPr>
          <w:lang w:val="ro-RO"/>
        </w:rPr>
      </w:pPr>
    </w:p>
    <w:p w:rsidR="00D45223" w:rsidRPr="00777CF2" w:rsidRDefault="00D45223">
      <w:pPr>
        <w:ind w:firstLine="720"/>
        <w:jc w:val="both"/>
        <w:rPr>
          <w:b/>
          <w:bCs/>
          <w:u w:val="single"/>
          <w:lang w:val="ro-RO"/>
        </w:rPr>
      </w:pPr>
      <w:r w:rsidRPr="00777CF2">
        <w:rPr>
          <w:b/>
          <w:bCs/>
          <w:u w:val="single"/>
          <w:lang w:val="ro-RO"/>
        </w:rPr>
        <w:t>Cap.</w:t>
      </w:r>
      <w:r>
        <w:rPr>
          <w:b/>
          <w:bCs/>
          <w:u w:val="single"/>
          <w:lang w:val="ro-RO"/>
        </w:rPr>
        <w:t xml:space="preserve"> </w:t>
      </w:r>
      <w:r w:rsidRPr="00777CF2">
        <w:rPr>
          <w:b/>
          <w:bCs/>
          <w:u w:val="single"/>
          <w:lang w:val="ro-RO"/>
        </w:rPr>
        <w:t>I. Considerații generale</w:t>
      </w:r>
    </w:p>
    <w:p w:rsidR="00D45223" w:rsidRPr="00777CF2" w:rsidRDefault="00D45223">
      <w:pPr>
        <w:ind w:firstLine="720"/>
        <w:jc w:val="both"/>
        <w:rPr>
          <w:lang w:val="ro-RO"/>
        </w:rPr>
      </w:pPr>
      <w:r w:rsidRPr="00777CF2">
        <w:rPr>
          <w:lang w:val="ro-RO"/>
        </w:rPr>
        <w:t>Prezentul normativ cuprinde categoriile de cheltuieli specifice şi, după caz, cuantumurile acestora, ce se pot efectua pentru realizarea programelor/ proiectelor sportive de către structura sportivă/asociația/fundația contractantă, din contribuția financiară de la bugetul județului.</w:t>
      </w:r>
    </w:p>
    <w:p w:rsidR="00D45223" w:rsidRPr="00777CF2" w:rsidRDefault="00D45223">
      <w:pPr>
        <w:ind w:firstLine="720"/>
        <w:jc w:val="both"/>
        <w:rPr>
          <w:lang w:val="ro-RO"/>
        </w:rPr>
      </w:pPr>
      <w:r w:rsidRPr="00777CF2">
        <w:rPr>
          <w:lang w:val="ro-RO"/>
        </w:rPr>
        <w:t>Cheltuieli cuprinse în prezentul normativ sunt inerente realizării activităţilor sportive, respectiv pentru bunuri și servicii pentru acțiuni/activități cuprinse în programele de selecție, pregătire sportivă, calendarele competiționale, organizare de competiții și evenimente sportive, pentru participanţii la acţiunile sportive. Normativul cuprinde și cheltuieli aferente unor activități de natura diversă, conexe activităților sportive, suport pentru acestea.</w:t>
      </w:r>
    </w:p>
    <w:p w:rsidR="00D45223" w:rsidRPr="00777CF2" w:rsidRDefault="00D45223">
      <w:pPr>
        <w:ind w:firstLine="720"/>
        <w:jc w:val="both"/>
        <w:rPr>
          <w:lang w:val="ro-RO"/>
        </w:rPr>
      </w:pPr>
      <w:r w:rsidRPr="00777CF2">
        <w:rPr>
          <w:lang w:val="ro-RO"/>
        </w:rPr>
        <w:t>Termenii şi expresiile utilizate in prezenta au următoarele semnificaţii:</w:t>
      </w:r>
    </w:p>
    <w:p w:rsidR="00D45223" w:rsidRPr="00777CF2" w:rsidRDefault="00D45223">
      <w:pPr>
        <w:ind w:firstLine="720"/>
        <w:jc w:val="both"/>
        <w:rPr>
          <w:lang w:val="ro-RO"/>
        </w:rPr>
      </w:pPr>
      <w:r w:rsidRPr="00777CF2">
        <w:rPr>
          <w:lang w:val="ro-RO"/>
        </w:rPr>
        <w:t xml:space="preserve">1. </w:t>
      </w:r>
      <w:r w:rsidRPr="00777CF2">
        <w:rPr>
          <w:i/>
          <w:iCs/>
          <w:lang w:val="ro-RO"/>
        </w:rPr>
        <w:t xml:space="preserve">activitate sportivă </w:t>
      </w:r>
      <w:r w:rsidRPr="00777CF2">
        <w:rPr>
          <w:lang w:val="ro-RO"/>
        </w:rPr>
        <w:t>- complex de acţiuni care au ca scop comun îndeplinirea unor obiective cu caracter sportiv. Categoriile de acţiuni care constituie activitatea sportivă sunt: acţiunile de pregătire sportivă, competiţiile sportive şi alte acţiuni sportive, denumite împreună acţiuni sportive;</w:t>
      </w:r>
    </w:p>
    <w:p w:rsidR="00D45223" w:rsidRPr="00777CF2" w:rsidRDefault="00D45223">
      <w:pPr>
        <w:ind w:firstLine="720"/>
        <w:jc w:val="both"/>
        <w:rPr>
          <w:lang w:val="ro-RO"/>
        </w:rPr>
      </w:pPr>
      <w:r w:rsidRPr="00777CF2">
        <w:rPr>
          <w:lang w:val="ro-RO"/>
        </w:rPr>
        <w:t xml:space="preserve">2. </w:t>
      </w:r>
      <w:r w:rsidRPr="00777CF2">
        <w:rPr>
          <w:i/>
          <w:iCs/>
          <w:lang w:val="ro-RO"/>
        </w:rPr>
        <w:t xml:space="preserve">acţiune de pregătire sportivă </w:t>
      </w:r>
      <w:r w:rsidRPr="00777CF2">
        <w:rPr>
          <w:lang w:val="ro-RO"/>
        </w:rPr>
        <w:t>- acţiune sportivă desfăşurată în ţară sau în străinătate, realizată în baza unui program stabilit, sub supravegherea uneia sau mai multor persoane calificate, având ca scop dezvoltarea psihomotrică a individului şi participarea la competiţii sportive;</w:t>
      </w:r>
    </w:p>
    <w:p w:rsidR="00D45223" w:rsidRPr="00777CF2" w:rsidRDefault="00D45223">
      <w:pPr>
        <w:ind w:firstLine="720"/>
        <w:jc w:val="both"/>
        <w:rPr>
          <w:lang w:val="ro-RO"/>
        </w:rPr>
      </w:pPr>
      <w:r w:rsidRPr="00777CF2">
        <w:rPr>
          <w:lang w:val="ro-RO"/>
        </w:rPr>
        <w:t xml:space="preserve">3. </w:t>
      </w:r>
      <w:r w:rsidRPr="00777CF2">
        <w:rPr>
          <w:i/>
          <w:iCs/>
          <w:lang w:val="ro-RO"/>
        </w:rPr>
        <w:t xml:space="preserve">competiţie sportivă </w:t>
      </w:r>
      <w:r w:rsidRPr="00777CF2">
        <w:rPr>
          <w:lang w:val="ro-RO"/>
        </w:rPr>
        <w:t>- acţiune sportivă organizată de structuri sportive şi/sau de alte entităţi competente, în baza unui regulament, care are ca obiectiv ameliorarea rezultatelor sportive, realizarea de recorduri şi/sau obţinerea victoriei;</w:t>
      </w:r>
    </w:p>
    <w:p w:rsidR="00D45223" w:rsidRPr="00777CF2" w:rsidRDefault="00D45223">
      <w:pPr>
        <w:ind w:firstLine="720"/>
        <w:jc w:val="both"/>
        <w:rPr>
          <w:lang w:val="ro-RO"/>
        </w:rPr>
      </w:pPr>
      <w:r w:rsidRPr="00777CF2">
        <w:rPr>
          <w:lang w:val="ro-RO"/>
        </w:rPr>
        <w:t xml:space="preserve">4. </w:t>
      </w:r>
      <w:r w:rsidRPr="00777CF2">
        <w:rPr>
          <w:i/>
          <w:iCs/>
          <w:lang w:val="ro-RO"/>
        </w:rPr>
        <w:t xml:space="preserve">alte acţiuni sportive </w:t>
      </w:r>
      <w:r w:rsidRPr="00777CF2">
        <w:rPr>
          <w:lang w:val="ro-RO"/>
        </w:rPr>
        <w:t>- acţiuni care prezintă interes pentru activitatea sportivă, altele decât competiţiile sportive şi cele de pregătire sportivă, desfăşurate în ţară sau în străinătate, cum ar fi: congrese, conferinţe, simpozioane, seminarii,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rsidR="00D45223" w:rsidRPr="00777CF2" w:rsidRDefault="00D45223">
      <w:pPr>
        <w:ind w:firstLine="720"/>
        <w:jc w:val="both"/>
        <w:rPr>
          <w:lang w:val="ro-RO"/>
        </w:rPr>
      </w:pPr>
      <w:r w:rsidRPr="00777CF2">
        <w:rPr>
          <w:lang w:val="ro-RO"/>
        </w:rPr>
        <w:t xml:space="preserve">5. </w:t>
      </w:r>
      <w:r w:rsidRPr="00777CF2">
        <w:rPr>
          <w:i/>
          <w:iCs/>
          <w:lang w:val="ro-RO"/>
        </w:rPr>
        <w:t xml:space="preserve">alimentaţie de efort </w:t>
      </w:r>
      <w:r w:rsidRPr="00777CF2">
        <w:rPr>
          <w:lang w:val="ro-RO"/>
        </w:rPr>
        <w:t>- tip de alimentaţie specială, necesară compensării pierderilor de nutrienţi în urma efortului depus de sportivi în programele de pregătire şi de participare în competiţii;</w:t>
      </w:r>
    </w:p>
    <w:p w:rsidR="00D45223" w:rsidRPr="00777CF2" w:rsidRDefault="00D45223">
      <w:pPr>
        <w:ind w:firstLine="720"/>
        <w:jc w:val="both"/>
        <w:rPr>
          <w:lang w:val="ro-RO"/>
        </w:rPr>
      </w:pPr>
      <w:r w:rsidRPr="00777CF2">
        <w:rPr>
          <w:lang w:val="ro-RO"/>
        </w:rPr>
        <w:t xml:space="preserve">6. </w:t>
      </w:r>
      <w:r w:rsidRPr="00777CF2">
        <w:rPr>
          <w:i/>
          <w:iCs/>
          <w:lang w:val="ro-RO"/>
        </w:rPr>
        <w:t xml:space="preserve">susţinătoare de efort </w:t>
      </w:r>
      <w:r w:rsidRPr="00777CF2">
        <w:rPr>
          <w:lang w:val="ro-RO"/>
        </w:rPr>
        <w:t>- substanţe sintetice sau naturale cu efecte ergo- sau profotrope utilizate în vederea reechilibrării biologice a sportivilor. Acestea au scop profilactic, curativ şi accelerează refacerea după efort, contribuind indirect la susţinerea biologică a efortului următor; substanţe care nu sunt incluse pe lista substanţelor interzise întocmită de Agenţia Mondială Antidoping (WADA);</w:t>
      </w:r>
    </w:p>
    <w:p w:rsidR="00D45223" w:rsidRPr="00777CF2" w:rsidRDefault="00D45223">
      <w:pPr>
        <w:ind w:firstLine="720"/>
        <w:jc w:val="both"/>
        <w:rPr>
          <w:lang w:val="ro-RO"/>
        </w:rPr>
      </w:pPr>
      <w:r w:rsidRPr="00777CF2">
        <w:rPr>
          <w:lang w:val="ro-RO"/>
        </w:rPr>
        <w:t xml:space="preserve">7. </w:t>
      </w:r>
      <w:r w:rsidRPr="00777CF2">
        <w:rPr>
          <w:i/>
          <w:iCs/>
          <w:lang w:val="ro-RO"/>
        </w:rPr>
        <w:t xml:space="preserve">antrenor sau profesor care a selecţionat şi promovat </w:t>
      </w:r>
      <w:r w:rsidRPr="00777CF2">
        <w:rPr>
          <w:lang w:val="ro-RO"/>
        </w:rPr>
        <w:t>- persoană calificată care se ocupă de selecţia şi pregătirea de bază a sportivilor dintr-o ramură sportivă, asigurând promovarea acestora în cadrul sistemului ierarhic de evaluare sportivă, de la un nivel scăzut al aptitudinilor şi abilităţilor sportive spre înalta performanţă sportivă. Activitatea acestora trebuie evidenţiată de cluburile sportive şi confirmată de federaţia sportivă naţională de specialitate;</w:t>
      </w:r>
    </w:p>
    <w:p w:rsidR="00D45223" w:rsidRPr="00777CF2" w:rsidRDefault="00D45223">
      <w:pPr>
        <w:ind w:firstLine="720"/>
        <w:jc w:val="both"/>
        <w:rPr>
          <w:lang w:val="ro-RO"/>
        </w:rPr>
      </w:pPr>
      <w:r w:rsidRPr="00777CF2">
        <w:rPr>
          <w:lang w:val="ro-RO"/>
        </w:rPr>
        <w:t xml:space="preserve">8. </w:t>
      </w:r>
      <w:r w:rsidRPr="00777CF2">
        <w:rPr>
          <w:i/>
          <w:iCs/>
          <w:lang w:val="ro-RO"/>
        </w:rPr>
        <w:t xml:space="preserve">organizaţii sportive </w:t>
      </w:r>
      <w:r w:rsidRPr="00777CF2">
        <w:rPr>
          <w:lang w:val="ro-RO"/>
        </w:rPr>
        <w:t>- persoane juridice de drept public ori privat care, potrivit actului de înfiinţare sau statutului, pot organiza, participa şi/sau finanţa, după caz, acţiuni sportive.</w:t>
      </w:r>
    </w:p>
    <w:p w:rsidR="00D45223" w:rsidRPr="00777CF2" w:rsidRDefault="00D45223">
      <w:pPr>
        <w:ind w:firstLine="720"/>
        <w:jc w:val="both"/>
        <w:rPr>
          <w:lang w:val="ro-RO"/>
        </w:rPr>
      </w:pPr>
      <w:r w:rsidRPr="00777CF2">
        <w:rPr>
          <w:lang w:val="ro-RO"/>
        </w:rPr>
        <w:t xml:space="preserve">9. </w:t>
      </w:r>
      <w:r w:rsidRPr="00777CF2">
        <w:rPr>
          <w:i/>
          <w:iCs/>
          <w:lang w:val="ro-RO"/>
        </w:rPr>
        <w:t xml:space="preserve">contract de activitate sportivă </w:t>
      </w:r>
      <w:r w:rsidRPr="00777CF2">
        <w:rPr>
          <w:lang w:val="ro-RO"/>
        </w:rPr>
        <w:t>- convenţia încheiată pentru o durată determinată între structurile sportive şi participanţii la activitatea sportivă prevăzuţi legal, care are ca obiect desfăşurarea unei activităţi cu caracter sportiv.</w:t>
      </w:r>
    </w:p>
    <w:p w:rsidR="00D45223" w:rsidRPr="00777CF2" w:rsidRDefault="00D45223">
      <w:pPr>
        <w:ind w:firstLine="720"/>
        <w:jc w:val="both"/>
        <w:rPr>
          <w:lang w:val="ro-RO"/>
        </w:rPr>
      </w:pPr>
      <w:r w:rsidRPr="00777CF2">
        <w:rPr>
          <w:lang w:val="ro-RO"/>
        </w:rPr>
        <w:t xml:space="preserve">10. </w:t>
      </w:r>
      <w:r w:rsidRPr="00777CF2">
        <w:rPr>
          <w:i/>
          <w:iCs/>
          <w:lang w:val="ro-RO"/>
        </w:rPr>
        <w:t xml:space="preserve">Participanţii la acţiunile sportive </w:t>
      </w:r>
      <w:r w:rsidRPr="00777CF2">
        <w:rPr>
          <w:lang w:val="ro-RO"/>
        </w:rPr>
        <w:t>pot fi :</w:t>
      </w:r>
    </w:p>
    <w:p w:rsidR="00D45223" w:rsidRPr="00777CF2" w:rsidRDefault="00D45223">
      <w:pPr>
        <w:ind w:left="720" w:firstLine="720"/>
        <w:jc w:val="both"/>
        <w:rPr>
          <w:lang w:val="ro-RO"/>
        </w:rPr>
      </w:pPr>
      <w:r w:rsidRPr="00777CF2">
        <w:rPr>
          <w:lang w:val="ro-RO"/>
        </w:rPr>
        <w:t>a) sportivi;</w:t>
      </w:r>
    </w:p>
    <w:p w:rsidR="00D45223" w:rsidRPr="00777CF2" w:rsidRDefault="00D45223">
      <w:pPr>
        <w:ind w:left="720" w:firstLine="720"/>
        <w:jc w:val="both"/>
        <w:rPr>
          <w:lang w:val="ro-RO"/>
        </w:rPr>
      </w:pPr>
      <w:r w:rsidRPr="00777CF2">
        <w:rPr>
          <w:lang w:val="ro-RO"/>
        </w:rPr>
        <w:t>b) antrenori;</w:t>
      </w:r>
    </w:p>
    <w:p w:rsidR="00D45223" w:rsidRPr="00777CF2" w:rsidRDefault="00D45223">
      <w:pPr>
        <w:ind w:left="720" w:firstLine="720"/>
        <w:jc w:val="both"/>
        <w:rPr>
          <w:lang w:val="ro-RO"/>
        </w:rPr>
      </w:pPr>
      <w:r w:rsidRPr="00777CF2">
        <w:rPr>
          <w:lang w:val="ro-RO"/>
        </w:rPr>
        <w:t>c) medici, asistenţi medicali, maseuri, fizioterapeuţi, cercetători;</w:t>
      </w:r>
    </w:p>
    <w:p w:rsidR="00D45223" w:rsidRPr="00777CF2" w:rsidRDefault="00D45223">
      <w:pPr>
        <w:ind w:left="720" w:firstLine="720"/>
        <w:jc w:val="both"/>
        <w:rPr>
          <w:lang w:val="ro-RO"/>
        </w:rPr>
      </w:pPr>
      <w:r w:rsidRPr="00777CF2">
        <w:rPr>
          <w:lang w:val="ro-RO"/>
        </w:rPr>
        <w:t>d) arbitri, observatori, operatori video, personal auxiliar;</w:t>
      </w:r>
    </w:p>
    <w:p w:rsidR="00D45223" w:rsidRPr="00777CF2" w:rsidRDefault="00D45223">
      <w:pPr>
        <w:ind w:left="720" w:firstLine="720"/>
        <w:jc w:val="both"/>
        <w:rPr>
          <w:lang w:val="ro-RO"/>
        </w:rPr>
      </w:pPr>
      <w:r w:rsidRPr="00777CF2">
        <w:rPr>
          <w:lang w:val="ro-RO"/>
        </w:rPr>
        <w:t>e) alte persoane care contribuie la realizarea activitatii sportive</w:t>
      </w:r>
    </w:p>
    <w:p w:rsidR="00D45223" w:rsidRPr="00777CF2" w:rsidRDefault="00D45223">
      <w:pPr>
        <w:ind w:firstLine="720"/>
        <w:jc w:val="both"/>
        <w:rPr>
          <w:lang w:val="ro-RO"/>
        </w:rPr>
      </w:pPr>
      <w:r w:rsidRPr="00777CF2">
        <w:rPr>
          <w:iCs/>
          <w:lang w:val="ro-RO"/>
        </w:rPr>
        <w:t xml:space="preserve">Participanţii la acţiunile sportive </w:t>
      </w:r>
      <w:r w:rsidRPr="00777CF2">
        <w:rPr>
          <w:lang w:val="ro-RO"/>
        </w:rPr>
        <w:t>pot lua parte:</w:t>
      </w:r>
    </w:p>
    <w:p w:rsidR="00D45223" w:rsidRPr="00777CF2" w:rsidRDefault="00D45223">
      <w:pPr>
        <w:ind w:firstLine="720"/>
        <w:jc w:val="both"/>
        <w:rPr>
          <w:lang w:val="ro-RO"/>
        </w:rPr>
      </w:pPr>
      <w:r w:rsidRPr="00777CF2">
        <w:rPr>
          <w:lang w:val="ro-RO"/>
        </w:rPr>
        <w:t xml:space="preserve">- </w:t>
      </w:r>
      <w:r w:rsidRPr="00777CF2">
        <w:rPr>
          <w:u w:val="single"/>
          <w:lang w:val="ro-RO"/>
        </w:rPr>
        <w:t>la acţiunile de pregătire sportivă interne şi internaţionale</w:t>
      </w:r>
      <w:r w:rsidRPr="00777CF2">
        <w:rPr>
          <w:lang w:val="ro-RO"/>
        </w:rPr>
        <w:t>:</w:t>
      </w:r>
    </w:p>
    <w:p w:rsidR="00D45223" w:rsidRPr="00777CF2" w:rsidRDefault="00D45223">
      <w:pPr>
        <w:ind w:firstLine="720"/>
        <w:jc w:val="both"/>
        <w:rPr>
          <w:lang w:val="ro-RO"/>
        </w:rPr>
      </w:pPr>
      <w:r w:rsidRPr="00777CF2">
        <w:rPr>
          <w:lang w:val="ro-RO"/>
        </w:rPr>
        <w:t>Acţiunile de pregătire sportivă se aprobă de conducerea organizației sportive care le organizează. Participanții menționați la pct.c/d/e pot beneficia pe perioada acţiunilor de pregătire sportivă de aceleaşi drepturi ca şi sportivii, cu excepţia cazurilor în care acţiunile sunt organizate în localităţile în care îşi au domiciliul aceste persoane şi organizatorii au stabilit să nu locuiască cu sportivii cantonaţi, situaţie în care vor beneficia de una sau două mese pe zi, după caz. Numărul, structura şi componenţa nominală ale participanţilor la acţiunile de pregătire sportivă se stabilesc de organizaţiile sportive organizatoare, în funcţie de ramura de sport, de scopul şi importanţa acţiunii şi de resursele financiare prevăzute în buget.</w:t>
      </w:r>
    </w:p>
    <w:p w:rsidR="00D45223" w:rsidRPr="00777CF2" w:rsidRDefault="00D45223">
      <w:pPr>
        <w:ind w:firstLine="720"/>
        <w:jc w:val="both"/>
        <w:rPr>
          <w:lang w:val="ro-RO"/>
        </w:rPr>
      </w:pPr>
      <w:r w:rsidRPr="00777CF2">
        <w:rPr>
          <w:lang w:val="ro-RO"/>
        </w:rPr>
        <w:t xml:space="preserve">- </w:t>
      </w:r>
      <w:r w:rsidRPr="00777CF2">
        <w:rPr>
          <w:u w:val="single"/>
          <w:lang w:val="ro-RO"/>
        </w:rPr>
        <w:t>la competiţiile sportive şi la alte acţiuni sportive interne şi internaţionale</w:t>
      </w:r>
      <w:r w:rsidRPr="00777CF2">
        <w:rPr>
          <w:lang w:val="ro-RO"/>
        </w:rPr>
        <w:t>:</w:t>
      </w:r>
    </w:p>
    <w:p w:rsidR="00D45223" w:rsidRPr="00777CF2" w:rsidRDefault="00D45223">
      <w:pPr>
        <w:ind w:firstLine="720"/>
        <w:jc w:val="both"/>
        <w:rPr>
          <w:lang w:val="ro-RO"/>
        </w:rPr>
      </w:pPr>
      <w:r w:rsidRPr="00777CF2">
        <w:rPr>
          <w:lang w:val="ro-RO"/>
        </w:rPr>
        <w:t>La competiţiile sportive interne şi internaţionale, în afară de sportivi, pot participa antrenori, medici, asistenţi medicali, fizioterapeuţi, operatori video, arbitri, observatori, alţi specialişti, precum şi alte persoane din cadrul autorităţii, instituţiei sau structurii sportive participante ori din afara acesteia, care contribuie la asigurarea condiţiilor tehnice şi administrative necesare efectuării deplasării, participării sportivilor în competiţie şi realizării obiectivelor propuse.</w:t>
      </w:r>
    </w:p>
    <w:p w:rsidR="00D45223" w:rsidRPr="00777CF2" w:rsidRDefault="00D45223">
      <w:pPr>
        <w:ind w:firstLine="720"/>
        <w:jc w:val="both"/>
        <w:rPr>
          <w:lang w:val="ro-RO"/>
        </w:rPr>
      </w:pPr>
      <w:r w:rsidRPr="00777CF2">
        <w:rPr>
          <w:lang w:val="ro-RO"/>
        </w:rPr>
        <w:t>Sportivii şi celelalte persoane care participă la competiţiile sportive alcătuiesc delegaţia sportivă a organizaţiei sportive pe care o reprezintă.</w:t>
      </w:r>
    </w:p>
    <w:p w:rsidR="00D45223" w:rsidRPr="00777CF2" w:rsidRDefault="00D45223">
      <w:pPr>
        <w:ind w:firstLine="720"/>
        <w:jc w:val="both"/>
        <w:rPr>
          <w:lang w:val="ro-RO"/>
        </w:rPr>
      </w:pPr>
      <w:r w:rsidRPr="00777CF2">
        <w:rPr>
          <w:lang w:val="ro-RO"/>
        </w:rPr>
        <w:t>Numărul, structura şi componenţa nominală ale delegaţiei sportive care participă la competiţii sportive şi perioada de deplasare a acesteia se stabilesc de organizaţia sportivă pe care o reprezintă, în raport cu regulamentul competiţiei, necesităţile concrete de îndeplinire a obiectivelor stabilite şi cu încadrarea în fondurile prevăzute în buget.</w:t>
      </w:r>
    </w:p>
    <w:p w:rsidR="00D45223" w:rsidRPr="00777CF2" w:rsidRDefault="00D45223">
      <w:pPr>
        <w:ind w:firstLine="720"/>
        <w:jc w:val="both"/>
        <w:rPr>
          <w:lang w:val="ro-RO"/>
        </w:rPr>
      </w:pPr>
      <w:r w:rsidRPr="00777CF2">
        <w:rPr>
          <w:lang w:val="ro-RO"/>
        </w:rPr>
        <w:t>La celelalte acţiuni sportive interne şi internaţionale, numărul, structura şi componenţa nominală ale participanţilor se stabilesc, după caz, de organizaţia sportivă organizatoare sau participantă la acţiune, în raport cu regulamentele ori condiţiile de participare comunicate de organizatori, scopul şi obiectivele acţiunii şi prevederile bugetare aprobate cu această destinaţie.</w:t>
      </w:r>
    </w:p>
    <w:p w:rsidR="00D45223" w:rsidRPr="00777CF2" w:rsidRDefault="00D45223">
      <w:pPr>
        <w:ind w:firstLine="720"/>
        <w:jc w:val="both"/>
        <w:rPr>
          <w:lang w:val="ro-RO"/>
        </w:rPr>
      </w:pPr>
      <w:r w:rsidRPr="00777CF2">
        <w:rPr>
          <w:lang w:val="ro-RO"/>
        </w:rPr>
        <w:t>Numărul arbitrilor la competiţiile sportive interne şi internaţionale sunt stabilite de federaţiile sportive naţionale, respectiv de federaţiile sportive internaţionale, conform regulamentelor proprii.</w:t>
      </w:r>
    </w:p>
    <w:p w:rsidR="00D45223" w:rsidRPr="00777CF2" w:rsidRDefault="00D45223">
      <w:pPr>
        <w:ind w:firstLine="720"/>
        <w:jc w:val="both"/>
        <w:rPr>
          <w:lang w:val="ro-RO"/>
        </w:rPr>
      </w:pPr>
    </w:p>
    <w:p w:rsidR="00D45223" w:rsidRPr="00777CF2" w:rsidRDefault="00D45223">
      <w:pPr>
        <w:ind w:firstLine="720"/>
        <w:jc w:val="both"/>
        <w:rPr>
          <w:b/>
          <w:bCs/>
          <w:u w:val="single"/>
          <w:lang w:val="ro-RO"/>
        </w:rPr>
      </w:pPr>
      <w:r w:rsidRPr="00777CF2">
        <w:rPr>
          <w:b/>
          <w:bCs/>
          <w:u w:val="single"/>
          <w:lang w:val="ro-RO"/>
        </w:rPr>
        <w:t>Cap.</w:t>
      </w:r>
      <w:r>
        <w:rPr>
          <w:b/>
          <w:bCs/>
          <w:u w:val="single"/>
          <w:lang w:val="ro-RO"/>
        </w:rPr>
        <w:t xml:space="preserve"> </w:t>
      </w:r>
      <w:r w:rsidRPr="00777CF2">
        <w:rPr>
          <w:b/>
          <w:bCs/>
          <w:u w:val="single"/>
          <w:lang w:val="ro-RO"/>
        </w:rPr>
        <w:t>II. Categorii de cheltuieli</w:t>
      </w:r>
    </w:p>
    <w:p w:rsidR="00D45223" w:rsidRPr="00777CF2" w:rsidRDefault="00D45223">
      <w:pPr>
        <w:ind w:firstLine="720"/>
        <w:jc w:val="both"/>
        <w:rPr>
          <w:b/>
          <w:bCs/>
          <w:u w:val="single"/>
          <w:lang w:val="ro-RO"/>
        </w:rPr>
      </w:pPr>
    </w:p>
    <w:p w:rsidR="00D45223" w:rsidRPr="00777CF2" w:rsidRDefault="00D45223">
      <w:pPr>
        <w:ind w:firstLine="720"/>
        <w:jc w:val="both"/>
        <w:rPr>
          <w:b/>
          <w:bCs/>
          <w:lang w:val="ro-RO"/>
        </w:rPr>
      </w:pPr>
      <w:r w:rsidRPr="00777CF2">
        <w:rPr>
          <w:b/>
          <w:bCs/>
          <w:lang w:val="ro-RO"/>
        </w:rPr>
        <w:t>I. Cheltuieli pentru plata participanților la activitatea sportivă, efectuate după caz, în baza unui contract individual de muncă sau a unui contract de activitate sportivă.</w:t>
      </w:r>
    </w:p>
    <w:p w:rsidR="00D45223" w:rsidRPr="00777CF2" w:rsidRDefault="00D45223">
      <w:pPr>
        <w:ind w:firstLine="720"/>
        <w:jc w:val="both"/>
        <w:rPr>
          <w:lang w:val="ro-RO"/>
        </w:rPr>
      </w:pPr>
      <w:r w:rsidRPr="00777CF2">
        <w:rPr>
          <w:bCs/>
          <w:lang w:val="ro-RO"/>
        </w:rPr>
        <w:t>Conform prevederilor legale stabilite prin OUG nr. 38/2017, p</w:t>
      </w:r>
      <w:r w:rsidRPr="00777CF2">
        <w:rPr>
          <w:lang w:val="ro-RO"/>
        </w:rPr>
        <w:t>articipanţii la activitatea sportivă enumeraţi la cap.1, pct. 10, lit. a)-c) din prezenta, respectiv sportivi, antrenori, medici, asistenţi medicali, maseuri, fizioterapeuţi, cercetători pot încheia cu structurile sportive, după caz, un contract individual de muncă sau un contract de activitate sportivă, în condiţiile legii.</w:t>
      </w:r>
    </w:p>
    <w:p w:rsidR="00D45223" w:rsidRPr="00777CF2" w:rsidRDefault="00D45223">
      <w:pPr>
        <w:ind w:firstLine="720"/>
        <w:jc w:val="both"/>
        <w:rPr>
          <w:lang w:val="ro-RO"/>
        </w:rPr>
      </w:pPr>
      <w:r w:rsidRPr="00777CF2">
        <w:rPr>
          <w:lang w:val="ro-RO"/>
        </w:rPr>
        <w:t>Contractul de activitate sportivă este convenția încheiată pentru o durată determinată între structurile sportive și participanții la activitatea sportivă prevăzuți legal, care are ca obiect desfășurarea unei activități cu caracter sportiv.</w:t>
      </w:r>
    </w:p>
    <w:p w:rsidR="00D45223" w:rsidRPr="00777CF2" w:rsidRDefault="00D45223">
      <w:pPr>
        <w:ind w:firstLine="720"/>
        <w:jc w:val="both"/>
        <w:rPr>
          <w:lang w:val="ro-RO"/>
        </w:rPr>
      </w:pPr>
      <w:r w:rsidRPr="00777CF2">
        <w:rPr>
          <w:lang w:val="ro-RO"/>
        </w:rPr>
        <w:t>Modelul-cadru al contractului de activitate sportivă s-a stabilit prin Ordinul nr. 631/19.06.2017 - ordin comun al ministrului tineretului şi sportului şi al ministrului muncii şi justiţiei sociale.</w:t>
      </w:r>
    </w:p>
    <w:p w:rsidR="00D45223" w:rsidRPr="00777CF2" w:rsidRDefault="00D45223">
      <w:pPr>
        <w:ind w:firstLine="720"/>
        <w:jc w:val="both"/>
        <w:rPr>
          <w:lang w:val="ro-RO"/>
        </w:rPr>
      </w:pPr>
      <w:r w:rsidRPr="00777CF2">
        <w:rPr>
          <w:lang w:val="ro-RO"/>
        </w:rPr>
        <w:t>Veniturile realizate din Contractul de activitate sportivă se încadrează în categoria veniturilor din activități independente prevăzute de Legea nr. 227/2015 privind Codul fiscal, cu modificările și completările ulterioare.</w:t>
      </w:r>
    </w:p>
    <w:p w:rsidR="00D45223" w:rsidRPr="00777CF2" w:rsidRDefault="00D45223">
      <w:pPr>
        <w:ind w:firstLine="720"/>
        <w:jc w:val="both"/>
        <w:rPr>
          <w:lang w:val="ro-RO"/>
        </w:rPr>
      </w:pPr>
      <w:r w:rsidRPr="00777CF2">
        <w:rPr>
          <w:lang w:val="ro-RO"/>
        </w:rPr>
        <w:t xml:space="preserve">În contract se va preciza salariul lunar brut al participantului, agreată a fi plătită de entitatea sportivă. </w:t>
      </w:r>
    </w:p>
    <w:p w:rsidR="00D45223" w:rsidRPr="00777CF2" w:rsidRDefault="00D45223">
      <w:pPr>
        <w:jc w:val="both"/>
        <w:rPr>
          <w:lang w:val="ro-RO"/>
        </w:rPr>
      </w:pPr>
    </w:p>
    <w:p w:rsidR="00D45223" w:rsidRPr="00777CF2" w:rsidRDefault="00D45223">
      <w:pPr>
        <w:ind w:firstLine="720"/>
        <w:jc w:val="both"/>
        <w:rPr>
          <w:b/>
          <w:bCs/>
          <w:lang w:val="ro-RO"/>
        </w:rPr>
      </w:pPr>
      <w:r w:rsidRPr="00777CF2">
        <w:rPr>
          <w:b/>
          <w:bCs/>
          <w:lang w:val="ro-RO"/>
        </w:rPr>
        <w:t>II. Categorii de cheltuieli altele decât cheltuieli pentru plata participanților la activitatea sportivă</w:t>
      </w:r>
    </w:p>
    <w:p w:rsidR="00D45223" w:rsidRPr="00777CF2" w:rsidRDefault="00D45223">
      <w:pPr>
        <w:ind w:firstLine="720"/>
        <w:jc w:val="both"/>
        <w:rPr>
          <w:b/>
          <w:bCs/>
          <w:lang w:val="ro-RO"/>
        </w:rPr>
      </w:pPr>
    </w:p>
    <w:p w:rsidR="00D45223" w:rsidRPr="00777CF2" w:rsidRDefault="00D45223">
      <w:pPr>
        <w:pStyle w:val="ListParagraph"/>
        <w:numPr>
          <w:ilvl w:val="0"/>
          <w:numId w:val="1"/>
        </w:numPr>
        <w:jc w:val="both"/>
        <w:rPr>
          <w:b/>
          <w:bCs/>
          <w:lang w:val="ro-RO"/>
        </w:rPr>
      </w:pPr>
      <w:r w:rsidRPr="00777CF2">
        <w:rPr>
          <w:b/>
          <w:bCs/>
          <w:lang w:val="ro-RO"/>
        </w:rPr>
        <w:t>Cheltuieli de transport:</w:t>
      </w:r>
    </w:p>
    <w:p w:rsidR="00D45223" w:rsidRPr="00777CF2" w:rsidRDefault="00D45223">
      <w:pPr>
        <w:ind w:firstLine="720"/>
        <w:jc w:val="both"/>
        <w:rPr>
          <w:lang w:val="ro-RO"/>
        </w:rPr>
      </w:pPr>
      <w:r w:rsidRPr="00777CF2">
        <w:rPr>
          <w:lang w:val="ro-RO"/>
        </w:rPr>
        <w:t>1.1. (1) Transportul participanţilor la acţiunile sportive organizate în ţară, în altă localitate decât cea în care îşi au domiciliul/resedința aceştia se poate efectua,dupa caz:</w:t>
      </w:r>
    </w:p>
    <w:p w:rsidR="00D45223" w:rsidRPr="00777CF2" w:rsidRDefault="00D45223" w:rsidP="00777CF2">
      <w:pPr>
        <w:ind w:left="708" w:firstLine="720"/>
        <w:jc w:val="both"/>
        <w:rPr>
          <w:lang w:val="ro-RO"/>
        </w:rPr>
      </w:pPr>
      <w:r w:rsidRPr="00777CF2">
        <w:rPr>
          <w:lang w:val="ro-RO"/>
        </w:rPr>
        <w:t>a) cu orice fel de tren, clasa a II-a pe distanţe de până la 300 km şi clasa I pe distanţe mai mari de 300 km; utilizarea vagonului de dormit este permisă şi se pot deconta cheltuielile aferente numai în cazul călătoriilor efectuate pe distanţe mai mari de 300 km şi pe timp de noapte;</w:t>
      </w:r>
    </w:p>
    <w:p w:rsidR="00D45223" w:rsidRPr="00777CF2" w:rsidRDefault="00D45223" w:rsidP="00777CF2">
      <w:pPr>
        <w:ind w:left="708" w:firstLine="720"/>
        <w:jc w:val="both"/>
        <w:rPr>
          <w:lang w:val="ro-RO"/>
        </w:rPr>
      </w:pPr>
      <w:r w:rsidRPr="00777CF2">
        <w:rPr>
          <w:lang w:val="ro-RO"/>
        </w:rPr>
        <w:t>b) cu mijloace de transport auto ale entităţilor organizatoare sau participante (parc auto al clubului), cu cheltuielile aferente de combustibil, lubrifianti, taxe de drum, diurnă șofer si altele;</w:t>
      </w:r>
    </w:p>
    <w:p w:rsidR="00D45223" w:rsidRPr="00777CF2" w:rsidRDefault="00D45223" w:rsidP="00777CF2">
      <w:pPr>
        <w:ind w:left="708" w:firstLine="720"/>
        <w:jc w:val="both"/>
        <w:rPr>
          <w:lang w:val="ro-RO"/>
        </w:rPr>
      </w:pPr>
      <w:r w:rsidRPr="00777CF2">
        <w:rPr>
          <w:lang w:val="ro-RO"/>
        </w:rPr>
        <w:t>c) cu mijloace de transport auto închiriate, respectiv microbuze, autocare şi altele asemenea;</w:t>
      </w:r>
    </w:p>
    <w:p w:rsidR="00D45223" w:rsidRPr="00777CF2" w:rsidRDefault="00D45223" w:rsidP="00777CF2">
      <w:pPr>
        <w:ind w:left="696" w:firstLine="720"/>
        <w:jc w:val="both"/>
        <w:rPr>
          <w:lang w:val="ro-RO"/>
        </w:rPr>
      </w:pPr>
      <w:r w:rsidRPr="00777CF2">
        <w:rPr>
          <w:lang w:val="ro-RO"/>
        </w:rPr>
        <w:t>d) cu avionul, clasa economică;</w:t>
      </w:r>
    </w:p>
    <w:p w:rsidR="00D45223" w:rsidRPr="00777CF2" w:rsidRDefault="00D45223" w:rsidP="00777CF2">
      <w:pPr>
        <w:ind w:left="696" w:firstLine="720"/>
        <w:jc w:val="both"/>
        <w:rPr>
          <w:lang w:val="ro-RO"/>
        </w:rPr>
      </w:pPr>
      <w:r w:rsidRPr="00777CF2">
        <w:rPr>
          <w:lang w:val="ro-RO"/>
        </w:rPr>
        <w:t>e) cu navele de călători, după tariful clasei I;</w:t>
      </w:r>
    </w:p>
    <w:p w:rsidR="00D45223" w:rsidRPr="00777CF2" w:rsidRDefault="00D45223" w:rsidP="00777CF2">
      <w:pPr>
        <w:ind w:left="696" w:firstLine="720"/>
        <w:jc w:val="both"/>
        <w:rPr>
          <w:lang w:val="ro-RO"/>
        </w:rPr>
      </w:pPr>
      <w:r w:rsidRPr="00777CF2">
        <w:rPr>
          <w:lang w:val="ro-RO"/>
        </w:rPr>
        <w:t>f) cu autoturismul proprietate personală, în condiţiile legii, exceptând sportivii.</w:t>
      </w:r>
    </w:p>
    <w:p w:rsidR="00D45223" w:rsidRPr="00777CF2" w:rsidRDefault="00D45223">
      <w:pPr>
        <w:ind w:firstLine="720"/>
        <w:jc w:val="both"/>
        <w:rPr>
          <w:lang w:val="ro-RO"/>
        </w:rPr>
      </w:pPr>
      <w:r w:rsidRPr="00777CF2">
        <w:rPr>
          <w:lang w:val="ro-RO"/>
        </w:rPr>
        <w:t>(2) Transportul delegației sportive în localitate pentru participarea la acţiunile sportive (pregatire sportivă, competiție, alte acțiuni) se poate face cu mijloace de transport auto proprii, închiriate, cu autoturisme proprietate personal (exceptând sportivii) sau cu mijloace de transport în comun și publice, în condiţiile legii.</w:t>
      </w:r>
    </w:p>
    <w:p w:rsidR="00D45223" w:rsidRPr="00777CF2" w:rsidRDefault="00D45223">
      <w:pPr>
        <w:ind w:firstLine="720"/>
        <w:jc w:val="both"/>
        <w:rPr>
          <w:lang w:val="ro-RO"/>
        </w:rPr>
      </w:pPr>
      <w:r w:rsidRPr="00777CF2">
        <w:rPr>
          <w:lang w:val="ro-RO"/>
        </w:rPr>
        <w:t>1.2. La acţiunile sportive care se desfăşoară în localitatea de reședință sportivii pot beneficia de decontarea cheltuielilor de transport efectuat cu mijloacele de transport în comun de la locul de domiciliu la locul de desfăşurare a acţiunii de pregătire, pe baza legitimaţiilor de călătorie sau a abonamentului.</w:t>
      </w:r>
    </w:p>
    <w:p w:rsidR="00D45223" w:rsidRPr="00777CF2" w:rsidRDefault="00D45223">
      <w:pPr>
        <w:ind w:firstLine="720"/>
        <w:jc w:val="both"/>
        <w:rPr>
          <w:lang w:val="ro-RO"/>
        </w:rPr>
      </w:pPr>
      <w:r w:rsidRPr="00777CF2">
        <w:rPr>
          <w:lang w:val="ro-RO"/>
        </w:rPr>
        <w:t>1.3. Pentru deplasarea participanţilor la acţiunile sportive organizate în străinătate:</w:t>
      </w:r>
    </w:p>
    <w:p w:rsidR="00D45223" w:rsidRPr="00777CF2" w:rsidRDefault="00D45223" w:rsidP="00777CF2">
      <w:pPr>
        <w:ind w:left="696" w:firstLine="720"/>
        <w:jc w:val="both"/>
        <w:rPr>
          <w:lang w:val="ro-RO"/>
        </w:rPr>
      </w:pPr>
      <w:r w:rsidRPr="00777CF2">
        <w:rPr>
          <w:lang w:val="ro-RO"/>
        </w:rPr>
        <w:t>a) cu avionul, la clasa economic: bilete individuale sau charter;</w:t>
      </w:r>
    </w:p>
    <w:p w:rsidR="00D45223" w:rsidRPr="00777CF2" w:rsidRDefault="00D45223" w:rsidP="00777CF2">
      <w:pPr>
        <w:ind w:left="696" w:firstLine="720"/>
        <w:jc w:val="both"/>
        <w:rPr>
          <w:lang w:val="ro-RO"/>
        </w:rPr>
      </w:pPr>
      <w:r w:rsidRPr="00777CF2">
        <w:rPr>
          <w:lang w:val="ro-RO"/>
        </w:rPr>
        <w:t>b) cu trenul, inclusiv cu vagonul de dormit;</w:t>
      </w:r>
    </w:p>
    <w:p w:rsidR="00D45223" w:rsidRPr="00777CF2" w:rsidRDefault="00D45223" w:rsidP="00777CF2">
      <w:pPr>
        <w:ind w:left="696" w:firstLine="720"/>
        <w:jc w:val="both"/>
        <w:rPr>
          <w:lang w:val="ro-RO"/>
        </w:rPr>
      </w:pPr>
      <w:r w:rsidRPr="00777CF2">
        <w:rPr>
          <w:lang w:val="ro-RO"/>
        </w:rPr>
        <w:t>c) cu mijloace de transport auto închiriate sau proprii ale entităţilor trimiţătoare;</w:t>
      </w:r>
    </w:p>
    <w:p w:rsidR="00D45223" w:rsidRPr="00777CF2" w:rsidRDefault="00D45223" w:rsidP="00777CF2">
      <w:pPr>
        <w:ind w:left="696" w:firstLine="720"/>
        <w:jc w:val="both"/>
        <w:rPr>
          <w:lang w:val="ro-RO"/>
        </w:rPr>
      </w:pPr>
      <w:r w:rsidRPr="00777CF2">
        <w:rPr>
          <w:lang w:val="ro-RO"/>
        </w:rPr>
        <w:t>d) cu autoturismul proprietate personală, în condiţiile legii, exceptand sportivii;</w:t>
      </w:r>
    </w:p>
    <w:p w:rsidR="00D45223" w:rsidRPr="00777CF2" w:rsidRDefault="00D45223" w:rsidP="00777CF2">
      <w:pPr>
        <w:ind w:left="696" w:firstLine="720"/>
        <w:jc w:val="both"/>
        <w:rPr>
          <w:lang w:val="ro-RO"/>
        </w:rPr>
      </w:pPr>
      <w:r w:rsidRPr="00777CF2">
        <w:rPr>
          <w:lang w:val="ro-RO"/>
        </w:rPr>
        <w:t>e) cu navele de călători, după tariful clasei I.</w:t>
      </w:r>
    </w:p>
    <w:p w:rsidR="00D45223" w:rsidRPr="00777CF2" w:rsidRDefault="00D45223">
      <w:pPr>
        <w:ind w:firstLine="720"/>
        <w:jc w:val="both"/>
        <w:rPr>
          <w:lang w:val="ro-RO"/>
        </w:rPr>
      </w:pPr>
      <w:r w:rsidRPr="00777CF2">
        <w:rPr>
          <w:lang w:val="ro-RO"/>
        </w:rPr>
        <w:t>1.4. Pentru sportivii/antrenorii străini: contravaloare transport ruta localitatea de reședință a clubului - țara de rezidență a sportivului/antrenorului, asigurat de club conform contract de muncă/contract de activitate sportivă încheiat între club și sportivul de performanta.</w:t>
      </w:r>
    </w:p>
    <w:p w:rsidR="00D45223" w:rsidRPr="00777CF2" w:rsidRDefault="00D45223">
      <w:pPr>
        <w:ind w:firstLine="720"/>
        <w:jc w:val="both"/>
        <w:rPr>
          <w:lang w:val="ro-RO"/>
        </w:rPr>
      </w:pPr>
      <w:r w:rsidRPr="00777CF2">
        <w:rPr>
          <w:lang w:val="ro-RO"/>
        </w:rPr>
        <w:t>1.5. (1) La acţiunile sportive organizate în ţară şi în străinătate se pot deconta drept cheltuieli de transport și:</w:t>
      </w:r>
    </w:p>
    <w:p w:rsidR="00D45223" w:rsidRPr="00777CF2" w:rsidRDefault="00D45223" w:rsidP="00777CF2">
      <w:pPr>
        <w:ind w:left="696" w:firstLine="720"/>
        <w:jc w:val="both"/>
        <w:rPr>
          <w:lang w:val="ro-RO"/>
        </w:rPr>
      </w:pPr>
      <w:r w:rsidRPr="00777CF2">
        <w:rPr>
          <w:lang w:val="ro-RO"/>
        </w:rPr>
        <w:t>a) taxele pentru trecerea podurilor;</w:t>
      </w:r>
    </w:p>
    <w:p w:rsidR="00D45223" w:rsidRPr="00777CF2" w:rsidRDefault="00D45223" w:rsidP="00777CF2">
      <w:pPr>
        <w:ind w:left="696" w:firstLine="720"/>
        <w:jc w:val="both"/>
        <w:rPr>
          <w:lang w:val="ro-RO"/>
        </w:rPr>
      </w:pPr>
      <w:r w:rsidRPr="00777CF2">
        <w:rPr>
          <w:lang w:val="ro-RO"/>
        </w:rPr>
        <w:t>b) taxele de traversare cu bacul;</w:t>
      </w:r>
    </w:p>
    <w:p w:rsidR="00D45223" w:rsidRPr="00777CF2" w:rsidRDefault="00D45223" w:rsidP="00777CF2">
      <w:pPr>
        <w:ind w:left="696" w:firstLine="720"/>
        <w:jc w:val="both"/>
        <w:rPr>
          <w:lang w:val="ro-RO"/>
        </w:rPr>
      </w:pPr>
      <w:r w:rsidRPr="00777CF2">
        <w:rPr>
          <w:lang w:val="ro-RO"/>
        </w:rPr>
        <w:t>c) taxele de aeroport, gară, aerogară sau port;</w:t>
      </w:r>
    </w:p>
    <w:p w:rsidR="00D45223" w:rsidRPr="00777CF2" w:rsidRDefault="00D45223" w:rsidP="00777CF2">
      <w:pPr>
        <w:ind w:left="696" w:firstLine="720"/>
        <w:jc w:val="both"/>
        <w:rPr>
          <w:lang w:val="ro-RO"/>
        </w:rPr>
      </w:pPr>
      <w:r w:rsidRPr="00777CF2">
        <w:rPr>
          <w:lang w:val="ro-RO"/>
        </w:rPr>
        <w:t>d) alte taxe privind circulaţia pe drumurile publice, prevăzute de dispoziţiile legale în vigoare;</w:t>
      </w:r>
    </w:p>
    <w:p w:rsidR="00D45223" w:rsidRPr="00777CF2" w:rsidRDefault="00D45223" w:rsidP="00777CF2">
      <w:pPr>
        <w:ind w:left="696" w:firstLine="720"/>
        <w:jc w:val="both"/>
        <w:rPr>
          <w:lang w:val="ro-RO"/>
        </w:rPr>
      </w:pPr>
      <w:r w:rsidRPr="00777CF2">
        <w:rPr>
          <w:lang w:val="ro-RO"/>
        </w:rPr>
        <w:t>e) costul tichetelor pentru rezervarea locurilor, costul suplimentelor de viteză, precum şi comisioanele percepute de agenţiile de voiaj;</w:t>
      </w:r>
    </w:p>
    <w:p w:rsidR="00D45223" w:rsidRPr="00777CF2" w:rsidRDefault="00D45223" w:rsidP="00777CF2">
      <w:pPr>
        <w:ind w:left="696" w:firstLine="720"/>
        <w:jc w:val="both"/>
        <w:rPr>
          <w:lang w:val="ro-RO"/>
        </w:rPr>
      </w:pPr>
      <w:r w:rsidRPr="00777CF2">
        <w:rPr>
          <w:lang w:val="ro-RO"/>
        </w:rPr>
        <w:t>f) taxele percepute suplimentar pentru bagajele constând din materiale şi echipament sportiv, aparatură medicală şi altele asemenea.</w:t>
      </w:r>
    </w:p>
    <w:p w:rsidR="00D45223" w:rsidRPr="00777CF2" w:rsidRDefault="00D45223">
      <w:pPr>
        <w:ind w:firstLine="720"/>
        <w:jc w:val="both"/>
        <w:rPr>
          <w:lang w:val="ro-RO"/>
        </w:rPr>
      </w:pPr>
      <w:r w:rsidRPr="00777CF2">
        <w:rPr>
          <w:lang w:val="ro-RO"/>
        </w:rPr>
        <w:t>(2) La acţiunile sportive interne şi internaţionale se mai pot efectua cheltuieli privind:</w:t>
      </w:r>
    </w:p>
    <w:p w:rsidR="00D45223" w:rsidRPr="00777CF2" w:rsidRDefault="00D45223" w:rsidP="00777CF2">
      <w:pPr>
        <w:ind w:left="708" w:firstLine="720"/>
        <w:jc w:val="both"/>
        <w:rPr>
          <w:lang w:val="ro-RO"/>
        </w:rPr>
      </w:pPr>
      <w:r w:rsidRPr="00777CF2">
        <w:rPr>
          <w:lang w:val="ro-RO"/>
        </w:rPr>
        <w:t>a) transportul materialelor şi echipamentelor sportive, al medicamentelor şi aparaturii medicale necesare sportivilor şi personalului tehnic pentru efectuarea pregătirii şi/sau participării la competiţia sportivă;</w:t>
      </w:r>
    </w:p>
    <w:p w:rsidR="00D45223" w:rsidRPr="00777CF2" w:rsidRDefault="00D45223" w:rsidP="00777CF2">
      <w:pPr>
        <w:ind w:left="696" w:firstLine="720"/>
        <w:jc w:val="both"/>
        <w:rPr>
          <w:lang w:val="ro-RO"/>
        </w:rPr>
      </w:pPr>
      <w:r w:rsidRPr="00777CF2">
        <w:rPr>
          <w:lang w:val="ro-RO"/>
        </w:rPr>
        <w:t>b) transportul documentaţiilor, al altor materiale necesare îndeplinirii acţiunii;</w:t>
      </w:r>
    </w:p>
    <w:p w:rsidR="00D45223" w:rsidRPr="00777CF2" w:rsidRDefault="00D45223" w:rsidP="00777CF2">
      <w:pPr>
        <w:ind w:left="360" w:firstLine="720"/>
        <w:jc w:val="both"/>
        <w:rPr>
          <w:lang w:val="ro-RO"/>
        </w:rPr>
      </w:pPr>
      <w:r w:rsidRPr="00777CF2">
        <w:rPr>
          <w:lang w:val="ro-RO"/>
        </w:rPr>
        <w:t>c) transportul pe destinaţia dus-întors dintre aeroport sau gară şi locul de cazare.</w:t>
      </w:r>
    </w:p>
    <w:p w:rsidR="00D45223" w:rsidRPr="00777CF2" w:rsidRDefault="00D45223">
      <w:pPr>
        <w:ind w:firstLine="720"/>
        <w:jc w:val="both"/>
        <w:rPr>
          <w:lang w:val="ro-RO"/>
        </w:rPr>
      </w:pPr>
    </w:p>
    <w:p w:rsidR="00D45223" w:rsidRPr="00777CF2" w:rsidRDefault="00D45223">
      <w:pPr>
        <w:pStyle w:val="ListParagraph"/>
        <w:numPr>
          <w:ilvl w:val="0"/>
          <w:numId w:val="1"/>
        </w:numPr>
        <w:jc w:val="both"/>
        <w:rPr>
          <w:b/>
          <w:bCs/>
          <w:lang w:val="ro-RO"/>
        </w:rPr>
      </w:pPr>
      <w:r w:rsidRPr="00777CF2">
        <w:rPr>
          <w:b/>
          <w:bCs/>
          <w:lang w:val="ro-RO"/>
        </w:rPr>
        <w:t>Cheltuieli de cazare</w:t>
      </w:r>
    </w:p>
    <w:p w:rsidR="00D45223" w:rsidRPr="00777CF2" w:rsidRDefault="00D45223">
      <w:pPr>
        <w:ind w:firstLine="720"/>
        <w:jc w:val="both"/>
        <w:rPr>
          <w:lang w:val="ro-RO"/>
        </w:rPr>
      </w:pPr>
      <w:r w:rsidRPr="00777CF2">
        <w:rPr>
          <w:lang w:val="ro-RO"/>
        </w:rPr>
        <w:t>2.1.(1) Cazarea participanţilor la activitatile sportive organizate în ţară se poate face după caz :</w:t>
      </w:r>
    </w:p>
    <w:p w:rsidR="00D45223" w:rsidRPr="00777CF2" w:rsidRDefault="00D45223" w:rsidP="00777CF2">
      <w:pPr>
        <w:ind w:left="696" w:firstLine="720"/>
        <w:jc w:val="both"/>
        <w:rPr>
          <w:lang w:val="ro-RO"/>
        </w:rPr>
      </w:pPr>
      <w:r w:rsidRPr="00777CF2">
        <w:rPr>
          <w:lang w:val="ro-RO"/>
        </w:rPr>
        <w:t>a) în locuinţe închiriate, în condiţiile legii;</w:t>
      </w:r>
    </w:p>
    <w:p w:rsidR="00D45223" w:rsidRPr="00777CF2" w:rsidRDefault="00D45223" w:rsidP="00777CF2">
      <w:pPr>
        <w:ind w:left="696" w:firstLine="720"/>
        <w:jc w:val="both"/>
        <w:rPr>
          <w:lang w:val="ro-RO"/>
        </w:rPr>
      </w:pPr>
      <w:r w:rsidRPr="00777CF2">
        <w:rPr>
          <w:lang w:val="ro-RO"/>
        </w:rPr>
        <w:t>b) în orice structuri de cazare cu tarife până la nivelul corespunzător categoriei hotelurilor de 3 stele;</w:t>
      </w:r>
    </w:p>
    <w:p w:rsidR="00D45223" w:rsidRPr="00777CF2" w:rsidRDefault="00D45223">
      <w:pPr>
        <w:ind w:firstLine="720"/>
        <w:jc w:val="both"/>
        <w:rPr>
          <w:lang w:val="ro-RO"/>
        </w:rPr>
      </w:pPr>
      <w:r w:rsidRPr="00777CF2">
        <w:rPr>
          <w:lang w:val="ro-RO"/>
        </w:rPr>
        <w:t>(2) Pentru ședere pe durată în localitatea de reședință a clubului, sportivii, stafful tehnic și administrativ al clubului pot beneficia de cazare în locuinţe/sau apartamente în hoteluri, închiriate cu contract de închiriere, cu limita superioara corespunzatoare tarifelor hotelurilor categoria de 3 stele și raportat la ofertele pietei. Se includ și cheltuieli cu utilitățile la locuințele inchiriate.</w:t>
      </w:r>
    </w:p>
    <w:p w:rsidR="00D45223" w:rsidRPr="00777CF2" w:rsidRDefault="00D45223">
      <w:pPr>
        <w:ind w:firstLine="720"/>
        <w:jc w:val="both"/>
        <w:rPr>
          <w:lang w:val="ro-RO"/>
        </w:rPr>
      </w:pPr>
      <w:r w:rsidRPr="00777CF2">
        <w:rPr>
          <w:lang w:val="ro-RO"/>
        </w:rPr>
        <w:t>2.2. Cazarea participanţilor la competiţiile sportive şi la alte acţiuni sportive internaţionale organizate în ţară : se poate face în hoteluri până la categoria 5 stele inclusiv, în funcţie de nivelul, importanţa şi/sau regulamentul competiţiei, după caz.</w:t>
      </w:r>
    </w:p>
    <w:p w:rsidR="00D45223" w:rsidRPr="00777CF2" w:rsidRDefault="00D45223">
      <w:pPr>
        <w:ind w:firstLine="720"/>
        <w:jc w:val="both"/>
        <w:rPr>
          <w:lang w:val="ro-RO"/>
        </w:rPr>
      </w:pPr>
      <w:r w:rsidRPr="00777CF2">
        <w:rPr>
          <w:lang w:val="ro-RO"/>
        </w:rPr>
        <w:t>2.3. (1) La acţiunile sportive organizate în străinătate cazarea participantilor se face după caz:</w:t>
      </w:r>
    </w:p>
    <w:p w:rsidR="00D45223" w:rsidRPr="00777CF2" w:rsidRDefault="00D45223" w:rsidP="00777CF2">
      <w:pPr>
        <w:ind w:left="708" w:firstLine="720"/>
        <w:jc w:val="both"/>
        <w:rPr>
          <w:lang w:val="ro-RO"/>
        </w:rPr>
      </w:pPr>
      <w:r w:rsidRPr="00777CF2">
        <w:rPr>
          <w:lang w:val="ro-RO"/>
        </w:rPr>
        <w:t>a) în hotelurile în care au loc acţiunile sportive, la tarifele practicate de acestea, pe baza comunicării primite din partea organizatorilor;</w:t>
      </w:r>
    </w:p>
    <w:p w:rsidR="00D45223" w:rsidRPr="00777CF2" w:rsidRDefault="00D45223" w:rsidP="00777CF2">
      <w:pPr>
        <w:ind w:left="708" w:firstLine="720"/>
        <w:jc w:val="both"/>
        <w:rPr>
          <w:lang w:val="ro-RO"/>
        </w:rPr>
      </w:pPr>
      <w:r w:rsidRPr="00777CF2">
        <w:rPr>
          <w:lang w:val="ro-RO"/>
        </w:rPr>
        <w:t>b) în alte hoteluri sau spaţii de cazare, cu încadrarea în plafoanele de cazare stabilite prin dispoziţiile legale în vigoare privind deplasarea personalului român în străinătate.</w:t>
      </w:r>
    </w:p>
    <w:p w:rsidR="00D45223" w:rsidRPr="00777CF2" w:rsidRDefault="00D45223" w:rsidP="00191E82">
      <w:pPr>
        <w:ind w:left="708" w:firstLine="720"/>
        <w:jc w:val="both"/>
        <w:rPr>
          <w:lang w:val="ro-RO"/>
        </w:rPr>
      </w:pPr>
      <w:r w:rsidRPr="00777CF2">
        <w:rPr>
          <w:lang w:val="ro-RO"/>
        </w:rPr>
        <w:t>(2) În cazuri temeinic justificate, conducătorul entităţii trimiţătoare poate aproba, pe baza documentelor justificative, plata cheltuielilor de cazare peste plafoanele prevăzute de normele legale specifice în vigoare, în limita prevederilor bugetare aprobate .</w:t>
      </w:r>
    </w:p>
    <w:p w:rsidR="00D45223" w:rsidRPr="00777CF2" w:rsidRDefault="00D45223">
      <w:pPr>
        <w:ind w:firstLine="720"/>
        <w:jc w:val="both"/>
        <w:rPr>
          <w:lang w:val="ro-RO"/>
        </w:rPr>
      </w:pPr>
    </w:p>
    <w:p w:rsidR="00D45223" w:rsidRPr="00777CF2" w:rsidRDefault="00D45223">
      <w:pPr>
        <w:pStyle w:val="ListParagraph"/>
        <w:numPr>
          <w:ilvl w:val="0"/>
          <w:numId w:val="1"/>
        </w:numPr>
        <w:jc w:val="both"/>
        <w:rPr>
          <w:b/>
          <w:bCs/>
          <w:lang w:val="ro-RO"/>
        </w:rPr>
      </w:pPr>
      <w:r w:rsidRPr="00777CF2">
        <w:rPr>
          <w:b/>
          <w:bCs/>
          <w:lang w:val="ro-RO"/>
        </w:rPr>
        <w:t>Cheltuieli de masă</w:t>
      </w:r>
    </w:p>
    <w:p w:rsidR="00D45223" w:rsidRPr="00777CF2" w:rsidRDefault="00D45223">
      <w:pPr>
        <w:ind w:firstLine="720"/>
        <w:jc w:val="both"/>
        <w:rPr>
          <w:lang w:val="ro-RO"/>
        </w:rPr>
      </w:pPr>
      <w:r w:rsidRPr="00777CF2">
        <w:rPr>
          <w:lang w:val="ro-RO"/>
        </w:rPr>
        <w:t>(1) Cheltuielile zilnice de masă pentru acţiunile sportive organizate în țară se diferenţiază pe categorii de acţiuni, astfel:</w:t>
      </w:r>
    </w:p>
    <w:p w:rsidR="00D45223" w:rsidRPr="00777CF2" w:rsidRDefault="00D45223" w:rsidP="00191E82">
      <w:pPr>
        <w:ind w:left="696" w:firstLine="720"/>
        <w:jc w:val="both"/>
        <w:rPr>
          <w:lang w:val="ro-RO"/>
        </w:rPr>
      </w:pPr>
      <w:r w:rsidRPr="00777CF2">
        <w:rPr>
          <w:lang w:val="ro-RO"/>
        </w:rPr>
        <w:t>a) Competiţii sportive interne:</w:t>
      </w:r>
    </w:p>
    <w:p w:rsidR="00D45223" w:rsidRPr="00777CF2" w:rsidRDefault="00D45223" w:rsidP="00191E82">
      <w:pPr>
        <w:ind w:left="696" w:firstLine="720"/>
        <w:jc w:val="both"/>
        <w:rPr>
          <w:lang w:val="ro-RO"/>
        </w:rPr>
      </w:pPr>
      <w:r w:rsidRPr="00777CF2">
        <w:rPr>
          <w:lang w:val="ro-RO"/>
        </w:rPr>
        <w:t>- de nivel orăşenesc sau municipal: până la 45 lei</w:t>
      </w:r>
    </w:p>
    <w:p w:rsidR="00D45223" w:rsidRPr="00777CF2" w:rsidRDefault="00D45223" w:rsidP="00191E82">
      <w:pPr>
        <w:ind w:left="696" w:firstLine="720"/>
        <w:jc w:val="both"/>
        <w:rPr>
          <w:lang w:val="ro-RO"/>
        </w:rPr>
      </w:pPr>
      <w:r w:rsidRPr="00777CF2">
        <w:rPr>
          <w:lang w:val="ro-RO"/>
        </w:rPr>
        <w:t>- de nivel judeţean: până la 50 lei</w:t>
      </w:r>
    </w:p>
    <w:p w:rsidR="00D45223" w:rsidRPr="00777CF2" w:rsidRDefault="00D45223" w:rsidP="00191E82">
      <w:pPr>
        <w:ind w:left="696" w:firstLine="720"/>
        <w:jc w:val="both"/>
        <w:rPr>
          <w:lang w:val="ro-RO"/>
        </w:rPr>
      </w:pPr>
      <w:r w:rsidRPr="00777CF2">
        <w:rPr>
          <w:lang w:val="ro-RO"/>
        </w:rPr>
        <w:t>- de nivel zonal sau interjudeţean: până la 60 lei</w:t>
      </w:r>
    </w:p>
    <w:p w:rsidR="00D45223" w:rsidRPr="00777CF2" w:rsidRDefault="00D45223" w:rsidP="00191E82">
      <w:pPr>
        <w:ind w:left="696" w:firstLine="720"/>
        <w:jc w:val="both"/>
        <w:rPr>
          <w:lang w:val="ro-RO"/>
        </w:rPr>
      </w:pPr>
      <w:r w:rsidRPr="00777CF2">
        <w:rPr>
          <w:lang w:val="ro-RO"/>
        </w:rPr>
        <w:t>- de nivel naţional: până la 70 lei</w:t>
      </w:r>
    </w:p>
    <w:p w:rsidR="00D45223" w:rsidRPr="00777CF2" w:rsidRDefault="00D45223" w:rsidP="00191E82">
      <w:pPr>
        <w:ind w:left="696" w:firstLine="720"/>
        <w:jc w:val="both"/>
        <w:rPr>
          <w:lang w:val="ro-RO"/>
        </w:rPr>
      </w:pPr>
      <w:r w:rsidRPr="00777CF2">
        <w:rPr>
          <w:lang w:val="ro-RO"/>
        </w:rPr>
        <w:t>b) Acţiuni de pregătire sportivă desfăşurate în ţară: până la 85 lei;</w:t>
      </w:r>
    </w:p>
    <w:p w:rsidR="00D45223" w:rsidRPr="00777CF2" w:rsidRDefault="00D45223" w:rsidP="00191E82">
      <w:pPr>
        <w:ind w:left="696" w:firstLine="720"/>
        <w:jc w:val="both"/>
        <w:rPr>
          <w:lang w:val="ro-RO"/>
        </w:rPr>
      </w:pPr>
      <w:r w:rsidRPr="00777CF2">
        <w:rPr>
          <w:lang w:val="ro-RO"/>
        </w:rPr>
        <w:t>c) Competiţii sportive şi alte acţiuni sportive internaţionale desfăşurate în ţară: până la 90 lei;</w:t>
      </w:r>
    </w:p>
    <w:p w:rsidR="00D45223" w:rsidRPr="00777CF2" w:rsidRDefault="00D45223" w:rsidP="00191E82">
      <w:pPr>
        <w:ind w:left="696" w:firstLine="720"/>
        <w:jc w:val="both"/>
        <w:rPr>
          <w:lang w:val="ro-RO"/>
        </w:rPr>
      </w:pPr>
      <w:r w:rsidRPr="00777CF2">
        <w:rPr>
          <w:lang w:val="ro-RO"/>
        </w:rPr>
        <w:t>d) La încheierea competiţiilor sportive şi a altor acţiuni sportive internaţionale desfăşurate în localitatea de reședință se poate organiza şi finanţa o masă oficială cu sportivii, antrenorii, arbitrii şi oficialii participanţi, precum şi cu alte persoane care au contribuit la organizarea acţiunii, în limita sumei de 110 lei de persoană. În această situaţie, suma prevăzută pentru masa de seară sau de prânz, după caz, nu se mai foloseşte. În cadrul meselor oficiale se pot deconta şi băuturi alcoolice.</w:t>
      </w:r>
    </w:p>
    <w:p w:rsidR="00D45223" w:rsidRPr="00777CF2" w:rsidRDefault="00D45223" w:rsidP="00191E82">
      <w:pPr>
        <w:ind w:left="696" w:firstLine="720"/>
        <w:jc w:val="both"/>
        <w:rPr>
          <w:lang w:val="ro-RO"/>
        </w:rPr>
      </w:pPr>
      <w:r w:rsidRPr="00777CF2">
        <w:rPr>
          <w:lang w:val="ro-RO"/>
        </w:rPr>
        <w:t>e) La competiţiile sportive organizate în ţară organizatorii pot asigura sportivilor băuturi răcoritoare în sumă de până la 10 lei/persoană/joc sau reuniune.</w:t>
      </w:r>
    </w:p>
    <w:p w:rsidR="00D45223" w:rsidRPr="00777CF2" w:rsidRDefault="00D45223" w:rsidP="00191E82">
      <w:pPr>
        <w:ind w:left="696" w:firstLine="720"/>
        <w:jc w:val="both"/>
        <w:rPr>
          <w:lang w:val="ro-RO"/>
        </w:rPr>
      </w:pPr>
      <w:r w:rsidRPr="00777CF2">
        <w:rPr>
          <w:lang w:val="ro-RO"/>
        </w:rPr>
        <w:t>f) La acţiunile de pregătire sportivă şi la competiţiile sportive sunt interzise includerea şi decontarea în cadrul cheltuielilor de masă a băuturilor alcoolice.</w:t>
      </w:r>
    </w:p>
    <w:p w:rsidR="00D45223" w:rsidRPr="00777CF2" w:rsidRDefault="00D45223">
      <w:pPr>
        <w:ind w:firstLine="720"/>
        <w:jc w:val="both"/>
        <w:rPr>
          <w:lang w:val="ro-RO"/>
        </w:rPr>
      </w:pPr>
      <w:r w:rsidRPr="00777CF2">
        <w:rPr>
          <w:lang w:val="ro-RO"/>
        </w:rPr>
        <w:t>(2) La acţiunile sportive organizate în străinătate se pot efectua cheltuieli zilnice de masă pentru participanţi până la nivelul diurnei în valută prevăzute de dispoziţiile legale în materie pentru fiecare ţară în care are loc deplasarea.</w:t>
      </w:r>
    </w:p>
    <w:p w:rsidR="00D45223" w:rsidRPr="00777CF2" w:rsidRDefault="00D45223">
      <w:pPr>
        <w:ind w:firstLine="720"/>
        <w:jc w:val="both"/>
        <w:rPr>
          <w:lang w:val="ro-RO"/>
        </w:rPr>
      </w:pPr>
      <w:r w:rsidRPr="00777CF2">
        <w:rPr>
          <w:lang w:val="ro-RO"/>
        </w:rPr>
        <w:t>Perioada pentru care se acordă diurna în valută se determină în condiţiile legii.</w:t>
      </w:r>
    </w:p>
    <w:p w:rsidR="00D45223" w:rsidRPr="00777CF2" w:rsidRDefault="00D45223">
      <w:pPr>
        <w:ind w:firstLine="720"/>
        <w:jc w:val="both"/>
        <w:rPr>
          <w:lang w:val="ro-RO"/>
        </w:rPr>
      </w:pPr>
      <w:r w:rsidRPr="00777CF2">
        <w:rPr>
          <w:lang w:val="ro-RO"/>
        </w:rPr>
        <w:t>(3) În situaţia în care cheltuielile de masă la acţiunile sportive desfăşurate în străinătate se asigură de către partenerii externi, participanţii la aceste acţiuni pot beneficia de până la 50% din diurna stabilită pentru ţara în care are loc deplasarea.</w:t>
      </w:r>
    </w:p>
    <w:p w:rsidR="00D45223" w:rsidRPr="00777CF2" w:rsidRDefault="00D45223">
      <w:pPr>
        <w:ind w:firstLine="720"/>
        <w:jc w:val="both"/>
        <w:rPr>
          <w:lang w:val="ro-RO"/>
        </w:rPr>
      </w:pPr>
      <w:r w:rsidRPr="00777CF2">
        <w:rPr>
          <w:lang w:val="ro-RO"/>
        </w:rPr>
        <w:t>(4) Prevederile alin. (3) se aplică şi în situaţia în care cheltuielile de întreţinere şi cazare a participanţilor în străinătate se asigură din sumele plătite organizatorilor de către entităţile participante, la nivelul comunicat de aceştia.</w:t>
      </w:r>
    </w:p>
    <w:p w:rsidR="00D45223" w:rsidRPr="00777CF2" w:rsidRDefault="00D45223">
      <w:pPr>
        <w:ind w:firstLine="720"/>
        <w:jc w:val="both"/>
        <w:rPr>
          <w:lang w:val="ro-RO"/>
        </w:rPr>
      </w:pPr>
      <w:r w:rsidRPr="00777CF2">
        <w:rPr>
          <w:lang w:val="ro-RO"/>
        </w:rPr>
        <w:t>(5) În cazul deplasării în străinătate cu trenul sau cu mijloace de transport auto delegaţiile sportive române beneficiază de masă la nivelul limitelor prevăzute la alin. (1), numai pe durata călătoriei pe teritoriul României.</w:t>
      </w:r>
    </w:p>
    <w:p w:rsidR="00D45223" w:rsidRPr="00777CF2" w:rsidRDefault="00D45223">
      <w:pPr>
        <w:ind w:firstLine="720"/>
        <w:jc w:val="both"/>
        <w:rPr>
          <w:lang w:val="ro-RO"/>
        </w:rPr>
      </w:pPr>
      <w:r w:rsidRPr="00777CF2">
        <w:rPr>
          <w:lang w:val="ro-RO"/>
        </w:rPr>
        <w:t>(6) Cheltuielile zilnice de masă prevăzute în prezentul pct.3 reprezintă limite maxime. Cuantumul efectiv al acestora se aprobă de conducerea clubului sportiv, în funcţie de specificul ramurii de sport, de valoarea sportivilor, de unitatea la care li se asigură masa, în limita prevederilor bugetare aprobate.</w:t>
      </w:r>
    </w:p>
    <w:p w:rsidR="00D45223" w:rsidRPr="00777CF2" w:rsidRDefault="00D45223">
      <w:pPr>
        <w:ind w:firstLine="720"/>
        <w:jc w:val="both"/>
        <w:rPr>
          <w:lang w:val="ro-RO"/>
        </w:rPr>
      </w:pPr>
    </w:p>
    <w:p w:rsidR="00D45223" w:rsidRPr="00777CF2" w:rsidRDefault="00D45223">
      <w:pPr>
        <w:ind w:firstLine="720"/>
        <w:jc w:val="both"/>
        <w:rPr>
          <w:b/>
          <w:bCs/>
          <w:lang w:val="ro-RO"/>
        </w:rPr>
      </w:pPr>
      <w:r w:rsidRPr="00777CF2">
        <w:rPr>
          <w:b/>
          <w:bCs/>
          <w:lang w:val="ro-RO"/>
        </w:rPr>
        <w:t>4. Cheltuieli privind alimentaţia de efort</w:t>
      </w:r>
    </w:p>
    <w:p w:rsidR="00D45223" w:rsidRPr="00777CF2" w:rsidRDefault="00D45223">
      <w:pPr>
        <w:ind w:firstLine="720"/>
        <w:jc w:val="both"/>
        <w:rPr>
          <w:lang w:val="ro-RO"/>
        </w:rPr>
      </w:pPr>
      <w:r w:rsidRPr="00777CF2">
        <w:rPr>
          <w:lang w:val="ro-RO"/>
        </w:rPr>
        <w:t>(1) Pentru asigurarea unei alimentaţii corespunzătoare efortului depus în pregătire, sportivii pot beneficia de alimentaţie de efort - în alimente -, acordată după cum urmează:</w:t>
      </w:r>
    </w:p>
    <w:p w:rsidR="00D45223" w:rsidRPr="00777CF2" w:rsidRDefault="00D45223" w:rsidP="00191E82">
      <w:pPr>
        <w:ind w:left="708" w:firstLine="720"/>
        <w:jc w:val="both"/>
        <w:rPr>
          <w:lang w:val="ro-RO"/>
        </w:rPr>
      </w:pPr>
      <w:r w:rsidRPr="00777CF2">
        <w:rPr>
          <w:lang w:val="ro-RO"/>
        </w:rPr>
        <w:t>a) pentru sportivii din loturile olimpice și naționale, la toate categoriile de vârstă - până la 900 lei lunar /persoană.</w:t>
      </w:r>
    </w:p>
    <w:p w:rsidR="00D45223" w:rsidRPr="00777CF2" w:rsidRDefault="00D45223" w:rsidP="00191E82">
      <w:pPr>
        <w:ind w:left="708" w:firstLine="720"/>
        <w:jc w:val="both"/>
        <w:rPr>
          <w:lang w:val="ro-RO"/>
        </w:rPr>
      </w:pPr>
      <w:r w:rsidRPr="00777CF2">
        <w:rPr>
          <w:lang w:val="ro-RO"/>
        </w:rPr>
        <w:t>b) pentru ceilalți sportivi legitimați din secțiile clubului la toate categoriile de vârstă - până la 600 lei lunar/persoană.</w:t>
      </w:r>
    </w:p>
    <w:p w:rsidR="00D45223" w:rsidRPr="00777CF2" w:rsidRDefault="00D45223">
      <w:pPr>
        <w:ind w:firstLine="720"/>
        <w:jc w:val="both"/>
        <w:rPr>
          <w:lang w:val="ro-RO"/>
        </w:rPr>
      </w:pPr>
      <w:r w:rsidRPr="00777CF2">
        <w:rPr>
          <w:lang w:val="ro-RO"/>
        </w:rPr>
        <w:t>(2) Criteriile de acordare se stabilesc de clubul sportiv, în raport cu performanţele realizate de sportiv şi cu obiectivele asumate de acesta.</w:t>
      </w:r>
    </w:p>
    <w:p w:rsidR="00D45223" w:rsidRPr="00777CF2" w:rsidRDefault="00D45223">
      <w:pPr>
        <w:ind w:firstLine="720"/>
        <w:jc w:val="both"/>
        <w:rPr>
          <w:lang w:val="ro-RO"/>
        </w:rPr>
      </w:pPr>
      <w:r w:rsidRPr="00777CF2">
        <w:rPr>
          <w:lang w:val="ro-RO"/>
        </w:rPr>
        <w:t>(3) Alimentaţia de efort se acordă, pentru aceeaşi perioadă, de către o singură structură sportivă (numai de către club sau de către federația sportivă națională).</w:t>
      </w:r>
    </w:p>
    <w:p w:rsidR="00D45223" w:rsidRPr="00777CF2" w:rsidRDefault="00D45223">
      <w:pPr>
        <w:ind w:firstLine="720"/>
        <w:jc w:val="both"/>
        <w:rPr>
          <w:lang w:val="ro-RO"/>
        </w:rPr>
      </w:pPr>
      <w:r w:rsidRPr="00777CF2">
        <w:rPr>
          <w:lang w:val="ro-RO"/>
        </w:rPr>
        <w:t>(4) Pe perioada acţiunilor de pregătire sportivă la care se alocă cheltuieli de masă pentru minimum două mese pe zi, clubul sportiv nu poate acorda alimentaţie de efort.</w:t>
      </w:r>
    </w:p>
    <w:p w:rsidR="00D45223" w:rsidRPr="00777CF2" w:rsidRDefault="00D45223">
      <w:pPr>
        <w:ind w:firstLine="720"/>
        <w:jc w:val="both"/>
        <w:rPr>
          <w:lang w:val="ro-RO"/>
        </w:rPr>
      </w:pPr>
      <w:r w:rsidRPr="00777CF2">
        <w:rPr>
          <w:lang w:val="ro-RO"/>
        </w:rPr>
        <w:t>(5) Cluburile sportive care au echipe sau grupe de copii şi juniori pot acorda acestora în ziua antrenamentului, pentru compensarea efortului depus, alimente constând în produse lactate, fructe, miere sau alte produse cu efect nutritiv similar, în limita sumei de până la 15 lei/sportiv.</w:t>
      </w:r>
    </w:p>
    <w:p w:rsidR="00D45223" w:rsidRPr="00777CF2" w:rsidRDefault="00D45223">
      <w:pPr>
        <w:pStyle w:val="ListParagraph"/>
        <w:numPr>
          <w:ilvl w:val="0"/>
          <w:numId w:val="2"/>
        </w:numPr>
        <w:jc w:val="both"/>
        <w:rPr>
          <w:b/>
          <w:bCs/>
          <w:lang w:val="ro-RO"/>
        </w:rPr>
      </w:pPr>
      <w:r w:rsidRPr="00777CF2">
        <w:rPr>
          <w:b/>
          <w:bCs/>
          <w:lang w:val="ro-RO"/>
        </w:rPr>
        <w:t>Cheltuieli privind plata arbitrilor, medicilor şi a altor persoane</w:t>
      </w:r>
    </w:p>
    <w:p w:rsidR="00D45223" w:rsidRPr="00777CF2" w:rsidRDefault="00D45223">
      <w:pPr>
        <w:ind w:firstLine="720"/>
        <w:jc w:val="both"/>
        <w:rPr>
          <w:lang w:val="ro-RO"/>
        </w:rPr>
      </w:pPr>
      <w:r w:rsidRPr="00777CF2">
        <w:rPr>
          <w:lang w:val="ro-RO"/>
        </w:rPr>
        <w:t>(1) Cluburile sportive când organizează competiţii sportive interne şi internaţionale pot finanţa, pentru arbitrii şi oficialii delegaţi la acestea, cheltuieli privind indemnizaţia de arbitraj, conform regulamentelor și hotărârilor federațiilor sportive de specialitate/asociațiilor județene pe ramură de sport.</w:t>
      </w:r>
    </w:p>
    <w:p w:rsidR="00D45223" w:rsidRPr="00777CF2" w:rsidRDefault="00D45223">
      <w:pPr>
        <w:ind w:firstLine="720"/>
        <w:jc w:val="both"/>
        <w:rPr>
          <w:lang w:val="ro-RO"/>
        </w:rPr>
      </w:pPr>
      <w:r w:rsidRPr="00777CF2">
        <w:rPr>
          <w:lang w:val="ro-RO"/>
        </w:rPr>
        <w:t xml:space="preserve">(2) Îndemnizația de arbitraj se poate acorda pe meci/reuniune, după caz, conform normelor aprobate de federaţiile sportive de specialitate.  </w:t>
      </w:r>
    </w:p>
    <w:p w:rsidR="00D45223" w:rsidRPr="00777CF2" w:rsidRDefault="00D45223">
      <w:pPr>
        <w:ind w:firstLine="720"/>
        <w:jc w:val="both"/>
        <w:rPr>
          <w:lang w:val="ro-RO"/>
        </w:rPr>
      </w:pPr>
      <w:r w:rsidRPr="00777CF2">
        <w:rPr>
          <w:lang w:val="ro-RO"/>
        </w:rPr>
        <w:t>(3) Pentru activitatea de secretariat desfăşurată înainte, în timpul sau după derularea competiţiei, la ramurile de sport la care se justifică, pot fi plătite 2-4 indemnizaţii sportive la nivelul unui arbitru secund, în funcţie de nivelul competiţiei.</w:t>
      </w:r>
    </w:p>
    <w:p w:rsidR="00D45223" w:rsidRPr="00777CF2" w:rsidRDefault="00D45223">
      <w:pPr>
        <w:ind w:firstLine="720"/>
        <w:jc w:val="both"/>
        <w:rPr>
          <w:lang w:val="ro-RO"/>
        </w:rPr>
      </w:pPr>
      <w:r w:rsidRPr="00777CF2">
        <w:rPr>
          <w:lang w:val="ro-RO"/>
        </w:rPr>
        <w:t>(4) Medicii pot primi 100% din indemnizaţia sportiva de arbitraj prevăzută pentru arbitrii principali, iar asistenţii medicali 75% din indemnizaţia sportiva a medicilor.</w:t>
      </w:r>
    </w:p>
    <w:p w:rsidR="00D45223" w:rsidRPr="00777CF2" w:rsidRDefault="00D45223">
      <w:pPr>
        <w:ind w:firstLine="720"/>
        <w:jc w:val="both"/>
        <w:rPr>
          <w:lang w:val="ro-RO"/>
        </w:rPr>
      </w:pPr>
      <w:r w:rsidRPr="00777CF2">
        <w:rPr>
          <w:lang w:val="ro-RO"/>
        </w:rPr>
        <w:t>(5) În cazul în care arbitrii participanţi la o competiţie sportivă nu se pot deplasa la locul de servire a mesei din cauza programului de desfăşurare a acesteia, ei pot beneficia de acordarea alocaţiei de masă în numerar, cu încadrarea în limitele prevăzute de prezentele norme, impozitată în conformitate cu prevederile legale.</w:t>
      </w:r>
    </w:p>
    <w:p w:rsidR="00D45223" w:rsidRPr="00777CF2" w:rsidRDefault="00D45223">
      <w:pPr>
        <w:ind w:firstLine="720"/>
        <w:jc w:val="both"/>
        <w:rPr>
          <w:lang w:val="ro-RO"/>
        </w:rPr>
      </w:pPr>
      <w:r w:rsidRPr="00777CF2">
        <w:rPr>
          <w:lang w:val="ro-RO"/>
        </w:rPr>
        <w:t>(6) Cheltuielile de transport, masa și cazare pentru arbitri și oficialii delegați la competițiile sportive pot fi finanțate de către entitățile sportive organizatoare, în limitele prevăzute de regulamentele federațiilor sportive de specialitate/asociațiilor județene pe ramură de sport.</w:t>
      </w:r>
    </w:p>
    <w:p w:rsidR="00D45223" w:rsidRPr="00777CF2" w:rsidRDefault="00D45223">
      <w:pPr>
        <w:ind w:firstLine="720"/>
        <w:jc w:val="both"/>
        <w:rPr>
          <w:lang w:val="ro-RO"/>
        </w:rPr>
      </w:pPr>
    </w:p>
    <w:p w:rsidR="00D45223" w:rsidRPr="00777CF2" w:rsidRDefault="00D45223">
      <w:pPr>
        <w:pStyle w:val="ListParagraph"/>
        <w:numPr>
          <w:ilvl w:val="0"/>
          <w:numId w:val="2"/>
        </w:numPr>
        <w:jc w:val="both"/>
        <w:rPr>
          <w:b/>
          <w:bCs/>
          <w:lang w:val="ro-RO"/>
        </w:rPr>
      </w:pPr>
      <w:r w:rsidRPr="00777CF2">
        <w:rPr>
          <w:b/>
          <w:bCs/>
          <w:lang w:val="ro-RO"/>
        </w:rPr>
        <w:t>Cheltuieli privind asigurarea persoanelor, a materialelor şi a echipamentului sportiv şi a altor bunuri</w:t>
      </w:r>
    </w:p>
    <w:p w:rsidR="00D45223" w:rsidRPr="00777CF2" w:rsidRDefault="00D45223">
      <w:pPr>
        <w:ind w:firstLine="720"/>
        <w:jc w:val="both"/>
        <w:rPr>
          <w:lang w:val="ro-RO"/>
        </w:rPr>
      </w:pPr>
      <w:r w:rsidRPr="00777CF2">
        <w:rPr>
          <w:lang w:val="ro-RO"/>
        </w:rPr>
        <w:t>(1) Cheltuielile privind asigurările pentru accidente ale persoanelor, precum și pentru asigurarea materialelor și echipamentelor sportive, a mijloacelor de transport și altor bunuri necesare realizării acțiunilor sportive pot fi efectuate astfel:</w:t>
      </w:r>
    </w:p>
    <w:p w:rsidR="00D45223" w:rsidRPr="00777CF2" w:rsidRDefault="00D45223" w:rsidP="00191E82">
      <w:pPr>
        <w:ind w:left="696" w:firstLine="720"/>
        <w:jc w:val="both"/>
        <w:rPr>
          <w:lang w:val="ro-RO"/>
        </w:rPr>
      </w:pPr>
      <w:r w:rsidRPr="00777CF2">
        <w:rPr>
          <w:lang w:val="ro-RO"/>
        </w:rPr>
        <w:t>- anual pentru sportivi, antrenori şi alţi specialişti ai clubului</w:t>
      </w:r>
    </w:p>
    <w:p w:rsidR="00D45223" w:rsidRPr="00777CF2" w:rsidRDefault="00D45223" w:rsidP="00191E82">
      <w:pPr>
        <w:ind w:left="696" w:firstLine="720"/>
        <w:jc w:val="both"/>
        <w:rPr>
          <w:lang w:val="ro-RO"/>
        </w:rPr>
      </w:pPr>
      <w:r w:rsidRPr="00777CF2">
        <w:rPr>
          <w:lang w:val="ro-RO"/>
        </w:rPr>
        <w:t>- pe perioada acțiunii, pentru membrii delegațiilor sportive participante în competiții internaționale/Cupe europene intercluburi</w:t>
      </w:r>
    </w:p>
    <w:p w:rsidR="00D45223" w:rsidRPr="00777CF2" w:rsidRDefault="00D45223">
      <w:pPr>
        <w:ind w:firstLine="720"/>
        <w:jc w:val="both"/>
        <w:rPr>
          <w:lang w:val="ro-RO"/>
        </w:rPr>
      </w:pPr>
      <w:r w:rsidRPr="00777CF2">
        <w:rPr>
          <w:lang w:val="ro-RO"/>
        </w:rPr>
        <w:t>(2) Cheltuieli pentru asigurarea materialelor şi echipamentelor sportive, a mijloacelor de transport şi a altor bunuri necesare realizării acţiunilor sportive, pot fi efectuate pe perioada acțiunii.</w:t>
      </w:r>
    </w:p>
    <w:p w:rsidR="00D45223" w:rsidRPr="00777CF2" w:rsidRDefault="00D45223">
      <w:pPr>
        <w:jc w:val="both"/>
        <w:rPr>
          <w:b/>
          <w:bCs/>
          <w:lang w:val="ro-RO"/>
        </w:rPr>
      </w:pPr>
    </w:p>
    <w:p w:rsidR="00D45223" w:rsidRPr="00777CF2" w:rsidRDefault="00D45223">
      <w:pPr>
        <w:ind w:firstLine="720"/>
        <w:jc w:val="both"/>
        <w:rPr>
          <w:b/>
          <w:bCs/>
          <w:lang w:val="ro-RO"/>
        </w:rPr>
      </w:pPr>
      <w:r w:rsidRPr="00777CF2">
        <w:rPr>
          <w:b/>
          <w:bCs/>
          <w:lang w:val="ro-RO"/>
        </w:rPr>
        <w:t>7. Cheltuieli pentru achiziţionarea de materiale şi echipament sportiv</w:t>
      </w:r>
    </w:p>
    <w:p w:rsidR="00D45223" w:rsidRPr="00777CF2" w:rsidRDefault="00D45223">
      <w:pPr>
        <w:ind w:firstLine="720"/>
        <w:jc w:val="both"/>
        <w:rPr>
          <w:lang w:val="ro-RO"/>
        </w:rPr>
      </w:pPr>
      <w:r w:rsidRPr="00777CF2">
        <w:rPr>
          <w:lang w:val="ro-RO"/>
        </w:rPr>
        <w:t>Pentru realizarea acţiunilor sportive se pot efectua cheltuieli pentru: achiziţionarea de materiale sportive, echipament sportiv de pregătire şi competiţie, ţinuta de reprezentare, după caz în limita fondurilor prevăzute în buget.</w:t>
      </w:r>
    </w:p>
    <w:p w:rsidR="00D45223" w:rsidRPr="00777CF2" w:rsidRDefault="00D45223">
      <w:pPr>
        <w:ind w:firstLine="720"/>
        <w:jc w:val="both"/>
        <w:rPr>
          <w:lang w:val="ro-RO"/>
        </w:rPr>
      </w:pPr>
    </w:p>
    <w:p w:rsidR="00D45223" w:rsidRPr="00777CF2" w:rsidRDefault="00D45223">
      <w:pPr>
        <w:ind w:firstLine="720"/>
        <w:jc w:val="both"/>
        <w:rPr>
          <w:b/>
          <w:bCs/>
          <w:lang w:val="ro-RO"/>
        </w:rPr>
      </w:pPr>
      <w:r w:rsidRPr="00777CF2">
        <w:rPr>
          <w:b/>
          <w:bCs/>
          <w:lang w:val="ro-RO"/>
        </w:rPr>
        <w:t>8. Cheltuieli medicale şi pentru controlul doping</w:t>
      </w:r>
    </w:p>
    <w:p w:rsidR="00D45223" w:rsidRPr="00777CF2" w:rsidRDefault="00D45223">
      <w:pPr>
        <w:ind w:firstLine="720"/>
        <w:jc w:val="both"/>
        <w:rPr>
          <w:lang w:val="ro-RO"/>
        </w:rPr>
      </w:pPr>
      <w:r w:rsidRPr="00777CF2">
        <w:rPr>
          <w:lang w:val="ro-RO"/>
        </w:rPr>
        <w:t>(1) Structurile sportive pot să procure, în baza prescripţiei medicale:</w:t>
      </w:r>
    </w:p>
    <w:p w:rsidR="00D45223" w:rsidRPr="00777CF2" w:rsidRDefault="00D45223">
      <w:pPr>
        <w:ind w:left="720" w:firstLine="720"/>
        <w:jc w:val="both"/>
        <w:rPr>
          <w:lang w:val="ro-RO"/>
        </w:rPr>
      </w:pPr>
      <w:r w:rsidRPr="00777CF2">
        <w:rPr>
          <w:lang w:val="ro-RO"/>
        </w:rPr>
        <w:t>a) vitamine şi susţinătoare de efort, în sumă de până la 20 lei/zi pentru fiecare sportiv;</w:t>
      </w:r>
    </w:p>
    <w:p w:rsidR="00D45223" w:rsidRPr="00777CF2" w:rsidRDefault="00D45223">
      <w:pPr>
        <w:ind w:left="720" w:firstLine="720"/>
        <w:jc w:val="both"/>
        <w:rPr>
          <w:lang w:val="ro-RO"/>
        </w:rPr>
      </w:pPr>
      <w:r w:rsidRPr="00777CF2">
        <w:rPr>
          <w:lang w:val="ro-RO"/>
        </w:rPr>
        <w:t>b) medicamente, materiale sanitare, unguente şi produse pentru masaj utilizate în procesul de refacere şi recuperare, în sumă de până la 10 lei/zi pentru fiecare sportiv;</w:t>
      </w:r>
    </w:p>
    <w:p w:rsidR="00D45223" w:rsidRPr="00777CF2" w:rsidRDefault="00D45223">
      <w:pPr>
        <w:ind w:firstLine="720"/>
        <w:jc w:val="both"/>
        <w:rPr>
          <w:lang w:val="ro-RO"/>
        </w:rPr>
      </w:pPr>
      <w:r w:rsidRPr="00777CF2">
        <w:rPr>
          <w:lang w:val="ro-RO"/>
        </w:rPr>
        <w:t>(2) Structurile sportive pot efectua pentru sportivii legitimaţi: cheltuieli pentru asistenţă şi investigaţii medicale, respectiv rezonanţă magnetică, tomografie computerizată, coronarografie, scintigrame cu raze, izotopi şi altele asemenea, privind starea de sănătate a sportivilor de performanţă, precum şi pentru realizarea intervenţiilor chirurgicale şi a tratamentelor postoperatorii ale acestora.</w:t>
      </w:r>
    </w:p>
    <w:p w:rsidR="00D45223" w:rsidRPr="00777CF2" w:rsidRDefault="00D45223">
      <w:pPr>
        <w:ind w:firstLine="720"/>
        <w:jc w:val="both"/>
        <w:rPr>
          <w:lang w:val="ro-RO"/>
        </w:rPr>
      </w:pPr>
      <w:r w:rsidRPr="00777CF2">
        <w:rPr>
          <w:lang w:val="ro-RO"/>
        </w:rPr>
        <w:t>(3) Pentru realizarea controalelor doping, organizaţiile sportive pot efectua cheltuieli în lei, pentru testele efectuate în ţară, sau în valută, pentru cele impuse de reglementările internaţionale a fi efectuate în străinătate.</w:t>
      </w:r>
    </w:p>
    <w:p w:rsidR="00D45223" w:rsidRPr="00777CF2" w:rsidRDefault="00D45223">
      <w:pPr>
        <w:jc w:val="both"/>
        <w:rPr>
          <w:b/>
          <w:bCs/>
          <w:lang w:val="ro-RO"/>
        </w:rPr>
      </w:pPr>
    </w:p>
    <w:p w:rsidR="00D45223" w:rsidRPr="00777CF2" w:rsidRDefault="00D45223">
      <w:pPr>
        <w:ind w:firstLine="720"/>
        <w:jc w:val="both"/>
        <w:rPr>
          <w:b/>
          <w:bCs/>
          <w:lang w:val="ro-RO"/>
        </w:rPr>
      </w:pPr>
      <w:r w:rsidRPr="00777CF2">
        <w:rPr>
          <w:b/>
          <w:bCs/>
          <w:lang w:val="ro-RO"/>
        </w:rPr>
        <w:t>9. Alte categorii de cheltuieli:</w:t>
      </w:r>
    </w:p>
    <w:p w:rsidR="00D45223" w:rsidRPr="00777CF2" w:rsidRDefault="00D45223">
      <w:pPr>
        <w:ind w:firstLine="720"/>
        <w:jc w:val="both"/>
        <w:rPr>
          <w:b/>
          <w:bCs/>
          <w:lang w:val="ro-RO"/>
        </w:rPr>
      </w:pPr>
      <w:r w:rsidRPr="00777CF2">
        <w:rPr>
          <w:b/>
          <w:bCs/>
          <w:lang w:val="ro-RO"/>
        </w:rPr>
        <w:t>9.1. Pentru organizarea, respectiv desfășurarea acțiunilor sportive, structurile sportive/organizațiile pot efectua, după caz, cu încadrarea în prevederile bugetare aprobate, cheltuieli şi pentru:</w:t>
      </w:r>
    </w:p>
    <w:p w:rsidR="00D45223" w:rsidRPr="00777CF2" w:rsidRDefault="00D45223" w:rsidP="00191E82">
      <w:pPr>
        <w:ind w:left="696" w:firstLine="720"/>
        <w:jc w:val="both"/>
        <w:rPr>
          <w:lang w:val="ro-RO"/>
        </w:rPr>
      </w:pPr>
      <w:r w:rsidRPr="00777CF2">
        <w:rPr>
          <w:lang w:val="ro-RO"/>
        </w:rPr>
        <w:t>a) taxe plătite către federațiile de specialitate privind afilierea, înscrierea în competiții;</w:t>
      </w:r>
    </w:p>
    <w:p w:rsidR="00D45223" w:rsidRPr="00777CF2" w:rsidRDefault="00D45223" w:rsidP="00191E82">
      <w:pPr>
        <w:ind w:left="696" w:firstLine="720"/>
        <w:jc w:val="both"/>
        <w:rPr>
          <w:lang w:val="ro-RO"/>
        </w:rPr>
      </w:pPr>
      <w:r w:rsidRPr="00777CF2">
        <w:rPr>
          <w:lang w:val="ro-RO"/>
        </w:rPr>
        <w:t>b) taxe de înscriere şi/sau de participare la acţiunile sportive, taxe de organizare a acţiunilor, în condiţiile stabilite de organizatori;</w:t>
      </w:r>
    </w:p>
    <w:p w:rsidR="00D45223" w:rsidRPr="00777CF2" w:rsidRDefault="00D45223" w:rsidP="00191E82">
      <w:pPr>
        <w:ind w:left="696" w:firstLine="720"/>
        <w:jc w:val="both"/>
        <w:rPr>
          <w:lang w:val="ro-RO"/>
        </w:rPr>
      </w:pPr>
      <w:r w:rsidRPr="00777CF2">
        <w:rPr>
          <w:lang w:val="ro-RO"/>
        </w:rPr>
        <w:t>c) taxe pentru licențierea sportivilor, plătite către federațiile naționale de specialitate;</w:t>
      </w:r>
    </w:p>
    <w:p w:rsidR="00D45223" w:rsidRPr="00777CF2" w:rsidRDefault="00D45223" w:rsidP="00191E82">
      <w:pPr>
        <w:ind w:left="696" w:firstLine="720"/>
        <w:jc w:val="both"/>
        <w:rPr>
          <w:lang w:val="ro-RO"/>
        </w:rPr>
      </w:pPr>
      <w:r w:rsidRPr="00777CF2">
        <w:rPr>
          <w:lang w:val="ro-RO"/>
        </w:rPr>
        <w:t>d) taxe, plăți pentru obținerea actelor pentru sportivi, necesare federațiilor sportive naționale, pentru obținerea permisului de ședere, etc;</w:t>
      </w:r>
    </w:p>
    <w:p w:rsidR="00D45223" w:rsidRPr="00777CF2" w:rsidRDefault="00D45223" w:rsidP="00191E82">
      <w:pPr>
        <w:ind w:left="696" w:firstLine="720"/>
        <w:jc w:val="both"/>
        <w:rPr>
          <w:lang w:val="ro-RO"/>
        </w:rPr>
      </w:pPr>
      <w:r w:rsidRPr="00777CF2">
        <w:rPr>
          <w:lang w:val="ro-RO"/>
        </w:rPr>
        <w:t>e) servicii de închiriere de baze sportive, săli de conferinţă, spaţii, aparatură birotică şi alte bunuri necesare organizării acţiunilor și activității structurii sportive/ organizației;</w:t>
      </w:r>
    </w:p>
    <w:p w:rsidR="00D45223" w:rsidRPr="00777CF2" w:rsidRDefault="00D45223" w:rsidP="00191E82">
      <w:pPr>
        <w:ind w:left="696" w:firstLine="720"/>
        <w:jc w:val="both"/>
        <w:rPr>
          <w:lang w:val="ro-RO"/>
        </w:rPr>
      </w:pPr>
      <w:r w:rsidRPr="00777CF2">
        <w:rPr>
          <w:lang w:val="ro-RO"/>
        </w:rPr>
        <w:t>f) refacere după efort, recuperare şi igienă personală, cum ar fi saună, masaj şi altele asemenea;</w:t>
      </w:r>
    </w:p>
    <w:p w:rsidR="00D45223" w:rsidRPr="00777CF2" w:rsidRDefault="00D45223" w:rsidP="00191E82">
      <w:pPr>
        <w:ind w:left="696" w:firstLine="720"/>
        <w:jc w:val="both"/>
        <w:rPr>
          <w:lang w:val="ro-RO"/>
        </w:rPr>
      </w:pPr>
      <w:r w:rsidRPr="00777CF2">
        <w:rPr>
          <w:lang w:val="ro-RO"/>
        </w:rPr>
        <w:t>g) asigurarea serviciilor medicale, a ordinii publice şi a respectării normelor de pază şi protecţie contra incendiilor, la locul de desfăşurare a acţiunilor sportive;</w:t>
      </w:r>
    </w:p>
    <w:p w:rsidR="00D45223" w:rsidRPr="00777CF2" w:rsidRDefault="00D45223" w:rsidP="00191E82">
      <w:pPr>
        <w:ind w:left="696" w:firstLine="720"/>
        <w:jc w:val="both"/>
        <w:rPr>
          <w:lang w:val="ro-RO"/>
        </w:rPr>
      </w:pPr>
      <w:r w:rsidRPr="00777CF2">
        <w:rPr>
          <w:lang w:val="ro-RO"/>
        </w:rPr>
        <w:t>h) achiziţionarea de panouri şi materiale publicitare, materiale de promovare, materiale pentru pavoazare, rechizite şi alte materiale consumabile, aranjamente florale;</w:t>
      </w:r>
    </w:p>
    <w:p w:rsidR="00D45223" w:rsidRPr="00777CF2" w:rsidRDefault="00D45223" w:rsidP="00191E82">
      <w:pPr>
        <w:ind w:left="696" w:firstLine="720"/>
        <w:jc w:val="both"/>
        <w:rPr>
          <w:lang w:val="ro-RO"/>
        </w:rPr>
      </w:pPr>
      <w:r w:rsidRPr="00777CF2">
        <w:rPr>
          <w:lang w:val="ro-RO"/>
        </w:rPr>
        <w:t>i) obţinerea vizelor de intrare în ţările în care au loc acţiunile;</w:t>
      </w:r>
    </w:p>
    <w:p w:rsidR="00D45223" w:rsidRPr="00777CF2" w:rsidRDefault="00D45223" w:rsidP="00191E82">
      <w:pPr>
        <w:ind w:left="696" w:firstLine="720"/>
        <w:jc w:val="both"/>
        <w:rPr>
          <w:lang w:val="ro-RO"/>
        </w:rPr>
      </w:pPr>
      <w:r w:rsidRPr="00777CF2">
        <w:rPr>
          <w:lang w:val="ro-RO"/>
        </w:rPr>
        <w:t>j) cheltuieli medicale pentru vaccinuri şi medicamente specifice unor ţări sau localităţi, cheltuieli pentru asigurarea medicală a persoanelor;</w:t>
      </w:r>
    </w:p>
    <w:p w:rsidR="00D45223" w:rsidRPr="00777CF2" w:rsidRDefault="00D45223" w:rsidP="00191E82">
      <w:pPr>
        <w:ind w:left="696" w:firstLine="720"/>
        <w:jc w:val="both"/>
        <w:rPr>
          <w:lang w:val="ro-RO"/>
        </w:rPr>
      </w:pPr>
      <w:r w:rsidRPr="00777CF2">
        <w:rPr>
          <w:lang w:val="ro-RO"/>
        </w:rPr>
        <w:t>k) activităţi culturale;</w:t>
      </w:r>
    </w:p>
    <w:p w:rsidR="00D45223" w:rsidRPr="00777CF2" w:rsidRDefault="00D45223" w:rsidP="00191E82">
      <w:pPr>
        <w:ind w:left="696" w:firstLine="720"/>
        <w:jc w:val="both"/>
        <w:rPr>
          <w:lang w:val="ro-RO"/>
        </w:rPr>
      </w:pPr>
      <w:r w:rsidRPr="00777CF2">
        <w:rPr>
          <w:lang w:val="ro-RO"/>
        </w:rPr>
        <w:t>l) plata lectorilor şi a translatorilor;</w:t>
      </w:r>
    </w:p>
    <w:p w:rsidR="00D45223" w:rsidRPr="00777CF2" w:rsidRDefault="00D45223" w:rsidP="00191E82">
      <w:pPr>
        <w:ind w:left="696" w:firstLine="720"/>
        <w:jc w:val="both"/>
        <w:rPr>
          <w:lang w:val="ro-RO"/>
        </w:rPr>
      </w:pPr>
      <w:r w:rsidRPr="00777CF2">
        <w:rPr>
          <w:lang w:val="ro-RO"/>
        </w:rPr>
        <w:t>m) gustări, băuturi răcoritoare, cafea şi altele asemenea, în limita sumei de 17 lei/zi/persoană, în cazul acţiunilor sportive, altele decât cele de pregătire;</w:t>
      </w:r>
    </w:p>
    <w:p w:rsidR="00D45223" w:rsidRPr="00777CF2" w:rsidRDefault="00D45223" w:rsidP="00191E82">
      <w:pPr>
        <w:ind w:left="696" w:firstLine="720"/>
        <w:jc w:val="both"/>
        <w:rPr>
          <w:lang w:val="ro-RO"/>
        </w:rPr>
      </w:pPr>
      <w:r w:rsidRPr="00777CF2">
        <w:rPr>
          <w:lang w:val="ro-RO"/>
        </w:rPr>
        <w:t>n) taxe de parcare şi servicii de protocol la acţiunile sportive internaţionale;</w:t>
      </w:r>
    </w:p>
    <w:p w:rsidR="00D45223" w:rsidRPr="00777CF2" w:rsidRDefault="00D45223" w:rsidP="00191E82">
      <w:pPr>
        <w:ind w:left="696" w:firstLine="720"/>
        <w:jc w:val="both"/>
        <w:rPr>
          <w:lang w:val="ro-RO"/>
        </w:rPr>
      </w:pPr>
      <w:r w:rsidRPr="00777CF2">
        <w:rPr>
          <w:lang w:val="ro-RO"/>
        </w:rPr>
        <w:t>o) comisioane şi taxe bancare pentru obţinerea valutei, tranzacții;</w:t>
      </w:r>
    </w:p>
    <w:p w:rsidR="00D45223" w:rsidRPr="00777CF2" w:rsidRDefault="00D45223" w:rsidP="00191E82">
      <w:pPr>
        <w:ind w:left="696" w:firstLine="720"/>
        <w:jc w:val="both"/>
        <w:rPr>
          <w:lang w:val="ro-RO"/>
        </w:rPr>
      </w:pPr>
      <w:r w:rsidRPr="00777CF2">
        <w:rPr>
          <w:lang w:val="ro-RO"/>
        </w:rPr>
        <w:t>p</w:t>
      </w:r>
      <w:r>
        <w:rPr>
          <w:lang w:val="ro-RO"/>
        </w:rPr>
        <w:t>)</w:t>
      </w:r>
      <w:r w:rsidRPr="00777CF2">
        <w:rPr>
          <w:lang w:val="ro-RO"/>
        </w:rPr>
        <w:t xml:space="preserve"> cluburile sportive deținătoare de cai pot prevedea în buget cheltuieli pentru asigurarea hranei acestora, pentru medicamente, vitamine și susținătoare de effort.</w:t>
      </w:r>
    </w:p>
    <w:p w:rsidR="00D45223" w:rsidRPr="00777CF2" w:rsidRDefault="00D45223">
      <w:pPr>
        <w:ind w:firstLine="720"/>
        <w:jc w:val="both"/>
        <w:rPr>
          <w:b/>
          <w:bCs/>
          <w:lang w:val="ro-RO"/>
        </w:rPr>
      </w:pPr>
      <w:r w:rsidRPr="00777CF2">
        <w:rPr>
          <w:b/>
          <w:bCs/>
          <w:lang w:val="ro-RO"/>
        </w:rPr>
        <w:t>9.2. Pentru realizarea acţiunilor de cercetare, documentare, informare, promovare, consultanţă în domeniul sportului, pentru formarea şi perfecţionarea personalului de specialitate, precum şi a celorlalte acţiuni sportive, se mai pot efectua:</w:t>
      </w:r>
    </w:p>
    <w:p w:rsidR="00D45223" w:rsidRPr="00777CF2" w:rsidRDefault="00D45223" w:rsidP="00191E82">
      <w:pPr>
        <w:ind w:left="708" w:firstLine="720"/>
        <w:jc w:val="both"/>
        <w:rPr>
          <w:lang w:val="ro-RO"/>
        </w:rPr>
      </w:pPr>
      <w:r w:rsidRPr="00777CF2">
        <w:rPr>
          <w:lang w:val="ro-RO"/>
        </w:rPr>
        <w:t>a) cheltuieli pentru studii de cercetare şi documentare în domeniul educaţiei fizice şi sportului;</w:t>
      </w:r>
    </w:p>
    <w:p w:rsidR="00D45223" w:rsidRPr="00777CF2" w:rsidRDefault="00D45223" w:rsidP="00191E82">
      <w:pPr>
        <w:ind w:left="696" w:firstLine="720"/>
        <w:jc w:val="both"/>
        <w:rPr>
          <w:lang w:val="ro-RO"/>
        </w:rPr>
      </w:pPr>
      <w:r w:rsidRPr="00777CF2">
        <w:rPr>
          <w:lang w:val="ro-RO"/>
        </w:rPr>
        <w:t>b) cheltuieli pentru procurarea de cărţi şi alte publicaţii cu profil sportiv;</w:t>
      </w:r>
    </w:p>
    <w:p w:rsidR="00D45223" w:rsidRPr="00777CF2" w:rsidRDefault="00D45223" w:rsidP="00191E82">
      <w:pPr>
        <w:ind w:left="696" w:firstLine="720"/>
        <w:jc w:val="both"/>
        <w:rPr>
          <w:lang w:val="ro-RO"/>
        </w:rPr>
      </w:pPr>
      <w:r w:rsidRPr="00777CF2">
        <w:rPr>
          <w:lang w:val="ro-RO"/>
        </w:rPr>
        <w:t>c) cheltuieli pentru traducerea, tipărirea, multiplicarea şi altele asemenea a materialelor de specialitate din domeniu;</w:t>
      </w:r>
    </w:p>
    <w:p w:rsidR="00D45223" w:rsidRPr="00777CF2" w:rsidRDefault="00D45223" w:rsidP="00191E82">
      <w:pPr>
        <w:ind w:left="696" w:firstLine="720"/>
        <w:jc w:val="both"/>
        <w:rPr>
          <w:lang w:val="ro-RO"/>
        </w:rPr>
      </w:pPr>
      <w:r w:rsidRPr="00777CF2">
        <w:rPr>
          <w:lang w:val="ro-RO"/>
        </w:rPr>
        <w:t>d) cheltuieli pentru realizarea materialelor audio/video metodice şi de promovare a activităţii sportive;</w:t>
      </w:r>
    </w:p>
    <w:p w:rsidR="00D45223" w:rsidRPr="00777CF2" w:rsidRDefault="00D45223" w:rsidP="00191E82">
      <w:pPr>
        <w:ind w:left="696" w:firstLine="720"/>
        <w:jc w:val="both"/>
        <w:rPr>
          <w:lang w:val="ro-RO"/>
        </w:rPr>
      </w:pPr>
      <w:r w:rsidRPr="00777CF2">
        <w:rPr>
          <w:lang w:val="ro-RO"/>
        </w:rPr>
        <w:t>e) cheltuieli pentru servicii de consultanţă în domeniul sportului;</w:t>
      </w:r>
    </w:p>
    <w:p w:rsidR="00D45223" w:rsidRPr="00777CF2" w:rsidRDefault="00D45223" w:rsidP="00191E82">
      <w:pPr>
        <w:ind w:left="696" w:firstLine="720"/>
        <w:jc w:val="both"/>
        <w:rPr>
          <w:lang w:val="ro-RO"/>
        </w:rPr>
      </w:pPr>
      <w:r w:rsidRPr="00777CF2">
        <w:rPr>
          <w:lang w:val="ro-RO"/>
        </w:rPr>
        <w:t>f) achiziţii de licenţe pentru software de bază şi upgrade, servicii de programare şi de întreţinere pentru aplicaţii software în domeniul sportului;</w:t>
      </w:r>
    </w:p>
    <w:p w:rsidR="00D45223" w:rsidRPr="00777CF2" w:rsidRDefault="00D45223" w:rsidP="00191E82">
      <w:pPr>
        <w:ind w:left="696" w:firstLine="720"/>
        <w:jc w:val="both"/>
        <w:rPr>
          <w:lang w:val="ro-RO"/>
        </w:rPr>
      </w:pPr>
      <w:r w:rsidRPr="00777CF2">
        <w:rPr>
          <w:lang w:val="ro-RO"/>
        </w:rPr>
        <w:t>g) cursuri de formare şi perfecţionare a specialiştilor.</w:t>
      </w:r>
    </w:p>
    <w:p w:rsidR="00D45223" w:rsidRPr="00777CF2" w:rsidRDefault="00D45223">
      <w:pPr>
        <w:ind w:firstLine="720"/>
        <w:jc w:val="both"/>
        <w:rPr>
          <w:b/>
          <w:bCs/>
          <w:lang w:val="ro-RO"/>
        </w:rPr>
      </w:pPr>
      <w:r w:rsidRPr="00777CF2">
        <w:rPr>
          <w:b/>
          <w:bCs/>
          <w:lang w:val="ro-RO"/>
        </w:rPr>
        <w:t>9.3. La acţiunile sportive internaţionale,delegațiilor sportive străine li se pot oferi cadouri, dupa cum urmează :</w:t>
      </w:r>
    </w:p>
    <w:p w:rsidR="00D45223" w:rsidRPr="00777CF2" w:rsidRDefault="00D45223" w:rsidP="00191E82">
      <w:pPr>
        <w:ind w:left="696" w:firstLine="720"/>
        <w:jc w:val="both"/>
        <w:rPr>
          <w:lang w:val="ro-RO"/>
        </w:rPr>
      </w:pPr>
      <w:r w:rsidRPr="00777CF2">
        <w:rPr>
          <w:lang w:val="ro-RO"/>
        </w:rPr>
        <w:t>a) pentru cele organizate în țară :</w:t>
      </w:r>
    </w:p>
    <w:p w:rsidR="00D45223" w:rsidRPr="00777CF2" w:rsidRDefault="00D45223">
      <w:pPr>
        <w:ind w:left="720" w:firstLine="720"/>
        <w:jc w:val="both"/>
        <w:rPr>
          <w:lang w:val="ro-RO"/>
        </w:rPr>
      </w:pPr>
      <w:r w:rsidRPr="00777CF2">
        <w:rPr>
          <w:lang w:val="ro-RO"/>
        </w:rPr>
        <w:t>- campionate mondiale și europene – pâna la 230 lei/ delegație sportivă</w:t>
      </w:r>
    </w:p>
    <w:p w:rsidR="00D45223" w:rsidRPr="00777CF2" w:rsidRDefault="00D45223">
      <w:pPr>
        <w:ind w:left="720" w:firstLine="720"/>
        <w:jc w:val="both"/>
        <w:rPr>
          <w:lang w:val="ro-RO"/>
        </w:rPr>
      </w:pPr>
      <w:r w:rsidRPr="00777CF2">
        <w:rPr>
          <w:lang w:val="ro-RO"/>
        </w:rPr>
        <w:t>- alte competiții sportive internaționale – pâna la 200 lei/ delegație sportivă</w:t>
      </w:r>
    </w:p>
    <w:p w:rsidR="00D45223" w:rsidRPr="00777CF2" w:rsidRDefault="00D45223">
      <w:pPr>
        <w:ind w:left="720" w:firstLine="720"/>
        <w:jc w:val="both"/>
        <w:rPr>
          <w:lang w:val="ro-RO"/>
        </w:rPr>
      </w:pPr>
      <w:r w:rsidRPr="00777CF2">
        <w:rPr>
          <w:lang w:val="ro-RO"/>
        </w:rPr>
        <w:t>- alte acțiuni sportive internaționale – pâna la 175 lei/ delegație sportivă</w:t>
      </w:r>
    </w:p>
    <w:p w:rsidR="00D45223" w:rsidRPr="00777CF2" w:rsidRDefault="00D45223" w:rsidP="00191E82">
      <w:pPr>
        <w:ind w:left="696" w:firstLine="720"/>
        <w:jc w:val="both"/>
        <w:rPr>
          <w:lang w:val="ro-RO"/>
        </w:rPr>
      </w:pPr>
      <w:r w:rsidRPr="00777CF2">
        <w:rPr>
          <w:lang w:val="ro-RO"/>
        </w:rPr>
        <w:t>b) la acțiunile sportive organizate în străinatate :</w:t>
      </w:r>
    </w:p>
    <w:p w:rsidR="00D45223" w:rsidRPr="00777CF2" w:rsidRDefault="00D45223">
      <w:pPr>
        <w:ind w:left="720" w:firstLine="720"/>
        <w:jc w:val="both"/>
        <w:rPr>
          <w:lang w:val="ro-RO"/>
        </w:rPr>
      </w:pPr>
      <w:r w:rsidRPr="00777CF2">
        <w:rPr>
          <w:lang w:val="ro-RO"/>
        </w:rPr>
        <w:t>- campionate mondiale și europene – pâna la 2000 lei/ acțiune</w:t>
      </w:r>
    </w:p>
    <w:p w:rsidR="00D45223" w:rsidRPr="00777CF2" w:rsidRDefault="00D45223">
      <w:pPr>
        <w:ind w:left="720" w:firstLine="720"/>
        <w:jc w:val="both"/>
        <w:rPr>
          <w:lang w:val="ro-RO"/>
        </w:rPr>
      </w:pPr>
      <w:r w:rsidRPr="00777CF2">
        <w:rPr>
          <w:lang w:val="ro-RO"/>
        </w:rPr>
        <w:t>- alte competiții sportive internaționale – pâna la 1500 lei/ acțiune</w:t>
      </w:r>
    </w:p>
    <w:p w:rsidR="00D45223" w:rsidRPr="00777CF2" w:rsidRDefault="00D45223">
      <w:pPr>
        <w:ind w:left="720" w:firstLine="720"/>
        <w:jc w:val="both"/>
        <w:rPr>
          <w:lang w:val="ro-RO"/>
        </w:rPr>
      </w:pPr>
      <w:r w:rsidRPr="00777CF2">
        <w:rPr>
          <w:lang w:val="ro-RO"/>
        </w:rPr>
        <w:t>- alte acțiuni sportive internaționale – pâna la 1200 lei/ acțiune</w:t>
      </w:r>
    </w:p>
    <w:p w:rsidR="00D45223" w:rsidRPr="00777CF2" w:rsidRDefault="00D45223">
      <w:pPr>
        <w:ind w:firstLine="720"/>
        <w:jc w:val="both"/>
        <w:rPr>
          <w:lang w:val="ro-RO"/>
        </w:rPr>
      </w:pPr>
      <w:r w:rsidRPr="00777CF2">
        <w:rPr>
          <w:b/>
          <w:bCs/>
          <w:lang w:val="ro-RO"/>
        </w:rPr>
        <w:t xml:space="preserve">9.4. </w:t>
      </w:r>
      <w:r w:rsidRPr="00777CF2">
        <w:rPr>
          <w:lang w:val="ro-RO"/>
        </w:rPr>
        <w:t>Structurile sportive pot efectua cheltuieli pentru materiale de promovare a activității sportive: tricouri, cravate, eșarfe, diplome, medalii, cupe, plachete, fanioane, insigne, brelocuri, afișe, pliante și alte asemenea; costul cu aceste materiale nu se include în sumele prevăzute la pct.9.3.</w:t>
      </w:r>
    </w:p>
    <w:p w:rsidR="00D45223" w:rsidRPr="00777CF2" w:rsidRDefault="00D45223">
      <w:pPr>
        <w:jc w:val="both"/>
        <w:rPr>
          <w:b/>
          <w:bCs/>
          <w:lang w:val="ro-RO"/>
        </w:rPr>
      </w:pPr>
    </w:p>
    <w:p w:rsidR="00D45223" w:rsidRPr="00777CF2" w:rsidRDefault="00D45223">
      <w:pPr>
        <w:ind w:firstLine="720"/>
        <w:jc w:val="both"/>
        <w:rPr>
          <w:b/>
          <w:bCs/>
          <w:lang w:val="ro-RO"/>
        </w:rPr>
      </w:pPr>
      <w:r w:rsidRPr="00777CF2">
        <w:rPr>
          <w:b/>
          <w:bCs/>
          <w:lang w:val="ro-RO"/>
        </w:rPr>
        <w:t>III. Premii, indemnizații sportive, prime și alte drepturi</w:t>
      </w:r>
    </w:p>
    <w:p w:rsidR="00D45223" w:rsidRPr="00777CF2" w:rsidRDefault="00D45223">
      <w:pPr>
        <w:jc w:val="both"/>
        <w:rPr>
          <w:b/>
          <w:bCs/>
          <w:lang w:val="ro-RO"/>
        </w:rPr>
      </w:pPr>
      <w:r w:rsidRPr="00777CF2">
        <w:rPr>
          <w:b/>
          <w:bCs/>
          <w:lang w:val="ro-RO"/>
        </w:rPr>
        <w:t xml:space="preserve">Din bugetul județului se pot acorda sume pentru premierea, în condițiile legii, a performanțelor deosebite obținute la competițiile sportive interne și internaționale oficiale. </w:t>
      </w:r>
    </w:p>
    <w:p w:rsidR="00D45223" w:rsidRPr="00777CF2" w:rsidRDefault="00D45223">
      <w:pPr>
        <w:ind w:firstLine="720"/>
        <w:jc w:val="both"/>
        <w:rPr>
          <w:lang w:val="ro-RO"/>
        </w:rPr>
      </w:pPr>
    </w:p>
    <w:p w:rsidR="00D45223" w:rsidRPr="00777CF2" w:rsidRDefault="00D45223">
      <w:pPr>
        <w:ind w:firstLine="720"/>
        <w:jc w:val="both"/>
        <w:rPr>
          <w:b/>
          <w:lang w:val="ro-RO"/>
        </w:rPr>
      </w:pPr>
      <w:r w:rsidRPr="00777CF2">
        <w:rPr>
          <w:b/>
          <w:lang w:val="ro-RO"/>
        </w:rPr>
        <w:t>1. Premii</w:t>
      </w:r>
    </w:p>
    <w:p w:rsidR="00D45223" w:rsidRPr="00777CF2" w:rsidRDefault="00D45223">
      <w:pPr>
        <w:ind w:firstLine="720"/>
        <w:jc w:val="both"/>
        <w:rPr>
          <w:lang w:val="ro-RO"/>
        </w:rPr>
      </w:pPr>
    </w:p>
    <w:p w:rsidR="00D45223" w:rsidRPr="00777CF2" w:rsidRDefault="00D45223">
      <w:pPr>
        <w:pStyle w:val="ListParagraph"/>
        <w:numPr>
          <w:ilvl w:val="0"/>
          <w:numId w:val="3"/>
        </w:numPr>
        <w:jc w:val="both"/>
        <w:rPr>
          <w:b/>
          <w:lang w:val="ro-RO"/>
        </w:rPr>
      </w:pPr>
      <w:r w:rsidRPr="00777CF2">
        <w:rPr>
          <w:b/>
          <w:lang w:val="ro-RO"/>
        </w:rPr>
        <w:t>Premii pentru sportivi:</w:t>
      </w:r>
    </w:p>
    <w:p w:rsidR="00D45223" w:rsidRPr="00777CF2" w:rsidRDefault="00D45223">
      <w:pPr>
        <w:ind w:firstLine="720"/>
        <w:jc w:val="both"/>
        <w:rPr>
          <w:lang w:val="ro-RO"/>
        </w:rPr>
      </w:pPr>
      <w:r w:rsidRPr="00777CF2">
        <w:rPr>
          <w:lang w:val="ro-RO"/>
        </w:rPr>
        <w:t xml:space="preserve">(1) Pentru performanţele deosebite obţinute în competiţii sportive, </w:t>
      </w:r>
      <w:r w:rsidRPr="00777CF2">
        <w:rPr>
          <w:b/>
          <w:lang w:val="ro-RO"/>
        </w:rPr>
        <w:t>cluburile sportive</w:t>
      </w:r>
      <w:r w:rsidRPr="00777CF2">
        <w:rPr>
          <w:lang w:val="ro-RO"/>
        </w:rPr>
        <w:t xml:space="preserve"> pot acorda sportivilor, pe categorii de vârstă, în funcţie de valoarea performanţei, de importanţa şi amploarea competiţiei, de contribuţia personală, premii în lei şi/sau în obiecte, până la valoarea sumelor aprobate de Consiliul de Administrație al clubului, în funcție de bugetul alocat și prevăzute în prezenta, după cum urmează:</w:t>
      </w:r>
    </w:p>
    <w:p w:rsidR="00D45223" w:rsidRPr="00777CF2" w:rsidRDefault="00D45223">
      <w:pPr>
        <w:ind w:firstLine="720"/>
        <w:jc w:val="both"/>
        <w:rPr>
          <w:lang w:val="ro-RO"/>
        </w:rPr>
      </w:pPr>
      <w:r w:rsidRPr="00777CF2">
        <w:rPr>
          <w:lang w:val="ro-RO"/>
        </w:rPr>
        <w:t>1. Calendar competițional internațional - jocuri sportive seniori</w:t>
      </w:r>
    </w:p>
    <w:p w:rsidR="00D45223" w:rsidRPr="00777CF2" w:rsidRDefault="00D45223" w:rsidP="00777CF2">
      <w:pPr>
        <w:ind w:firstLine="708"/>
        <w:jc w:val="both"/>
        <w:rPr>
          <w:lang w:val="ro-RO"/>
        </w:rPr>
      </w:pPr>
      <w:r w:rsidRPr="00777CF2">
        <w:rPr>
          <w:lang w:val="ro-RO"/>
        </w:rPr>
        <w:t>- calificare in cupe europene intercluburi şi în fazele superioare: in suma aprobata de Consiliul de Administratie al clubului, in functie de bugetul alocat, cu respectarea unui plafon maxim la nivelul unui salariu lunar, stipulat in contractul individual de munca sau in contractul de activitate sportiva, după caz.</w:t>
      </w:r>
    </w:p>
    <w:p w:rsidR="00D45223" w:rsidRPr="00777CF2" w:rsidRDefault="00D45223" w:rsidP="00777CF2">
      <w:pPr>
        <w:ind w:firstLine="708"/>
        <w:jc w:val="both"/>
        <w:rPr>
          <w:lang w:val="ro-RO"/>
        </w:rPr>
      </w:pPr>
      <w:r w:rsidRPr="00777CF2">
        <w:rPr>
          <w:lang w:val="ro-RO"/>
        </w:rPr>
        <w:t>- cupe europene intercluburi:</w:t>
      </w:r>
    </w:p>
    <w:p w:rsidR="00D45223" w:rsidRPr="00777CF2" w:rsidRDefault="00D45223" w:rsidP="00777CF2">
      <w:pPr>
        <w:ind w:left="708" w:firstLine="708"/>
        <w:jc w:val="both"/>
        <w:rPr>
          <w:lang w:val="ro-RO"/>
        </w:rPr>
      </w:pPr>
      <w:r w:rsidRPr="00777CF2">
        <w:rPr>
          <w:lang w:val="ro-RO"/>
        </w:rPr>
        <w:t>loc I – in suma maxima la nivelul triplului salariului lunar, stipulat in contractul individual de munca sau in contractul de activitate sportiva, după caz/ participant</w:t>
      </w:r>
    </w:p>
    <w:p w:rsidR="00D45223" w:rsidRPr="00777CF2" w:rsidRDefault="00D45223" w:rsidP="00777CF2">
      <w:pPr>
        <w:ind w:left="708" w:firstLine="708"/>
        <w:jc w:val="both"/>
        <w:rPr>
          <w:lang w:val="ro-RO"/>
        </w:rPr>
      </w:pPr>
      <w:r w:rsidRPr="00777CF2">
        <w:rPr>
          <w:lang w:val="ro-RO"/>
        </w:rPr>
        <w:t>loc II – in suma maxima la nivelul dublului salariului lunar, stipulat in contractul individual de munca sau in contractul de activitate sportiva, după caz/ participant</w:t>
      </w:r>
    </w:p>
    <w:p w:rsidR="00D45223" w:rsidRPr="00777CF2" w:rsidRDefault="00D45223" w:rsidP="00777CF2">
      <w:pPr>
        <w:ind w:left="708" w:firstLine="708"/>
        <w:jc w:val="both"/>
        <w:rPr>
          <w:lang w:val="ro-RO"/>
        </w:rPr>
      </w:pPr>
      <w:r w:rsidRPr="00777CF2">
        <w:rPr>
          <w:lang w:val="ro-RO"/>
        </w:rPr>
        <w:t>loc III – in suma maxima la nivelul unui salariu lunar, stipulat in contractul individual de munca sau in contractul de activitate sportiva, după caz/ participant</w:t>
      </w:r>
    </w:p>
    <w:p w:rsidR="00D45223" w:rsidRPr="00777CF2" w:rsidRDefault="00D45223">
      <w:pPr>
        <w:jc w:val="both"/>
        <w:rPr>
          <w:lang w:val="ro-RO"/>
        </w:rPr>
      </w:pPr>
    </w:p>
    <w:p w:rsidR="00D45223" w:rsidRPr="00777CF2" w:rsidRDefault="00D45223">
      <w:pPr>
        <w:ind w:firstLine="720"/>
        <w:jc w:val="both"/>
        <w:rPr>
          <w:lang w:val="ro-RO"/>
        </w:rPr>
      </w:pPr>
      <w:r w:rsidRPr="00777CF2">
        <w:rPr>
          <w:lang w:val="ro-RO"/>
        </w:rPr>
        <w:t>2. Calendar competitional intern-jocuri sportive</w:t>
      </w:r>
    </w:p>
    <w:p w:rsidR="00D45223" w:rsidRPr="00777CF2" w:rsidRDefault="00D45223" w:rsidP="00777CF2">
      <w:pPr>
        <w:ind w:firstLine="708"/>
        <w:jc w:val="both"/>
        <w:rPr>
          <w:lang w:val="ro-RO"/>
        </w:rPr>
      </w:pPr>
      <w:r w:rsidRPr="00777CF2">
        <w:rPr>
          <w:lang w:val="ro-RO"/>
        </w:rPr>
        <w:t>2.1. jocuri sportive –seniori</w:t>
      </w:r>
    </w:p>
    <w:p w:rsidR="00D45223" w:rsidRPr="00777CF2" w:rsidRDefault="00D45223" w:rsidP="00191E82">
      <w:pPr>
        <w:ind w:left="708" w:firstLine="708"/>
        <w:jc w:val="both"/>
        <w:rPr>
          <w:lang w:val="ro-RO"/>
        </w:rPr>
      </w:pPr>
      <w:r w:rsidRPr="00777CF2">
        <w:rPr>
          <w:lang w:val="ro-RO"/>
        </w:rPr>
        <w:t>a) Campionate Nationale: </w:t>
      </w:r>
    </w:p>
    <w:p w:rsidR="00D45223" w:rsidRPr="00777CF2" w:rsidRDefault="00D45223" w:rsidP="00777CF2">
      <w:pPr>
        <w:ind w:left="708" w:firstLine="708"/>
        <w:jc w:val="both"/>
        <w:rPr>
          <w:lang w:val="ro-RO"/>
        </w:rPr>
      </w:pPr>
      <w:r w:rsidRPr="00777CF2">
        <w:rPr>
          <w:lang w:val="ro-RO"/>
        </w:rPr>
        <w:t>loc I – in suma maxima la nivelul unui salariu lunar, stipulat in contractul individual de munca sau in contractul de activitate sportiva, după caz/ participant</w:t>
      </w:r>
    </w:p>
    <w:p w:rsidR="00D45223" w:rsidRPr="00777CF2" w:rsidRDefault="00D45223" w:rsidP="00777CF2">
      <w:pPr>
        <w:ind w:left="708" w:firstLine="708"/>
        <w:jc w:val="both"/>
        <w:rPr>
          <w:lang w:val="ro-RO"/>
        </w:rPr>
      </w:pPr>
      <w:r w:rsidRPr="00777CF2">
        <w:rPr>
          <w:lang w:val="ro-RO"/>
        </w:rPr>
        <w:t>loc II – in suma maxima la nivelul a 75% din salariul lunar, stipulat in contractul individual de munca sau in contractul de activitate sportiva, după caz/ participant</w:t>
      </w:r>
    </w:p>
    <w:p w:rsidR="00D45223" w:rsidRPr="00777CF2" w:rsidRDefault="00D45223" w:rsidP="00777CF2">
      <w:pPr>
        <w:ind w:left="708" w:firstLine="708"/>
        <w:jc w:val="both"/>
        <w:rPr>
          <w:lang w:val="ro-RO"/>
        </w:rPr>
      </w:pPr>
      <w:r w:rsidRPr="00777CF2">
        <w:rPr>
          <w:lang w:val="ro-RO"/>
        </w:rPr>
        <w:t>loc III – in suma maxima la nivelul a 50% din salariul lunar, stipulat in contractul individual de munca sau in contractul de activitate sportiva, după caz/ participant</w:t>
      </w:r>
    </w:p>
    <w:p w:rsidR="00D45223" w:rsidRPr="00777CF2" w:rsidRDefault="00D45223" w:rsidP="00191E82">
      <w:pPr>
        <w:ind w:left="708" w:firstLine="708"/>
        <w:jc w:val="both"/>
        <w:rPr>
          <w:lang w:val="ro-RO"/>
        </w:rPr>
      </w:pPr>
      <w:r w:rsidRPr="00777CF2">
        <w:rPr>
          <w:lang w:val="ro-RO"/>
        </w:rPr>
        <w:t>b) Cupa Romaniei:</w:t>
      </w:r>
    </w:p>
    <w:p w:rsidR="00D45223" w:rsidRPr="00777CF2" w:rsidRDefault="00D45223" w:rsidP="00777CF2">
      <w:pPr>
        <w:ind w:left="708" w:firstLine="708"/>
        <w:jc w:val="both"/>
        <w:rPr>
          <w:lang w:val="ro-RO"/>
        </w:rPr>
      </w:pPr>
      <w:r w:rsidRPr="00777CF2">
        <w:rPr>
          <w:lang w:val="ro-RO"/>
        </w:rPr>
        <w:t>loc I – in suma maxima la nivelul a 75% din salariul lunar, stipulat in contractul individual de munca sau in contractul de activitate sportiva, după caz/ participant</w:t>
      </w:r>
    </w:p>
    <w:p w:rsidR="00D45223" w:rsidRPr="00777CF2" w:rsidRDefault="00D45223" w:rsidP="00777CF2">
      <w:pPr>
        <w:ind w:left="708" w:firstLine="708"/>
        <w:jc w:val="both"/>
        <w:rPr>
          <w:lang w:val="ro-RO"/>
        </w:rPr>
      </w:pPr>
      <w:r w:rsidRPr="00777CF2">
        <w:rPr>
          <w:lang w:val="ro-RO"/>
        </w:rPr>
        <w:t>loc II – in suma maxima la nivelul a 50% din salariul lunar, stipulat in contractul individual de munca sau in contractul de activitate sportiva, după caz/ participant</w:t>
      </w:r>
    </w:p>
    <w:p w:rsidR="00D45223" w:rsidRPr="00777CF2" w:rsidRDefault="00D45223" w:rsidP="00777CF2">
      <w:pPr>
        <w:ind w:left="708" w:firstLine="708"/>
        <w:jc w:val="both"/>
        <w:rPr>
          <w:lang w:val="ro-RO"/>
        </w:rPr>
      </w:pPr>
      <w:r w:rsidRPr="00777CF2">
        <w:rPr>
          <w:lang w:val="ro-RO"/>
        </w:rPr>
        <w:t>loc III – in suma maxima la nivelul a 25% din salariul lunar, stipulat in contractul individual de munca sau in contractul de activitate sportiva, după caz/ participant</w:t>
      </w:r>
    </w:p>
    <w:p w:rsidR="00D45223" w:rsidRPr="00777CF2" w:rsidRDefault="00D45223">
      <w:pPr>
        <w:jc w:val="both"/>
        <w:rPr>
          <w:lang w:val="ro-RO"/>
        </w:rPr>
      </w:pPr>
      <w:r w:rsidRPr="00777CF2">
        <w:rPr>
          <w:lang w:val="ro-RO"/>
        </w:rPr>
        <w:tab/>
        <w:t>2.2. jocuri sportive- tineret/juniori I</w:t>
      </w:r>
    </w:p>
    <w:p w:rsidR="00D45223" w:rsidRPr="00777CF2" w:rsidRDefault="00D45223">
      <w:pPr>
        <w:rPr>
          <w:lang w:val="ro-RO"/>
        </w:rPr>
      </w:pPr>
      <w:r>
        <w:rPr>
          <w:lang w:val="ro-RO"/>
        </w:rPr>
        <w:tab/>
      </w:r>
      <w:r w:rsidRPr="00777CF2">
        <w:rPr>
          <w:lang w:val="ro-RO"/>
        </w:rPr>
        <w:tab/>
        <w:t>a) Campinate Naţionale</w:t>
      </w:r>
    </w:p>
    <w:p w:rsidR="00D45223" w:rsidRPr="00777CF2" w:rsidRDefault="00D45223" w:rsidP="00777CF2">
      <w:pPr>
        <w:ind w:left="720" w:firstLine="696"/>
        <w:jc w:val="both"/>
        <w:rPr>
          <w:lang w:val="ro-RO"/>
        </w:rPr>
      </w:pPr>
      <w:r w:rsidRPr="00777CF2">
        <w:rPr>
          <w:lang w:val="ro-RO"/>
        </w:rPr>
        <w:t>loc I –în suma de până la 3000 lei /participant</w:t>
      </w:r>
    </w:p>
    <w:p w:rsidR="00D45223" w:rsidRPr="00777CF2" w:rsidRDefault="00D45223" w:rsidP="00777CF2">
      <w:pPr>
        <w:ind w:left="720" w:firstLine="696"/>
        <w:jc w:val="both"/>
        <w:rPr>
          <w:lang w:val="ro-RO"/>
        </w:rPr>
      </w:pPr>
      <w:r w:rsidRPr="00777CF2">
        <w:rPr>
          <w:lang w:val="ro-RO"/>
        </w:rPr>
        <w:t>loc II –în suma de până la 2000 lei / participant</w:t>
      </w:r>
    </w:p>
    <w:p w:rsidR="00D45223" w:rsidRPr="00777CF2" w:rsidRDefault="00D45223" w:rsidP="00777CF2">
      <w:pPr>
        <w:ind w:left="720" w:firstLine="696"/>
        <w:jc w:val="both"/>
        <w:rPr>
          <w:lang w:val="ro-RO"/>
        </w:rPr>
      </w:pPr>
      <w:r w:rsidRPr="00777CF2">
        <w:rPr>
          <w:lang w:val="ro-RO"/>
        </w:rPr>
        <w:t>loc III –în suma de până la 1500 lei/ participant</w:t>
      </w:r>
    </w:p>
    <w:p w:rsidR="00D45223" w:rsidRPr="00777CF2" w:rsidRDefault="00D45223" w:rsidP="00777CF2">
      <w:pPr>
        <w:ind w:firstLine="708"/>
        <w:rPr>
          <w:lang w:val="ro-RO"/>
        </w:rPr>
      </w:pPr>
      <w:r w:rsidRPr="00777CF2">
        <w:rPr>
          <w:lang w:val="ro-RO"/>
        </w:rPr>
        <w:t>2.3. jocuri sportive -juniori II /cadeti:</w:t>
      </w:r>
    </w:p>
    <w:p w:rsidR="00D45223" w:rsidRPr="00777CF2" w:rsidRDefault="00D45223" w:rsidP="00191E82">
      <w:pPr>
        <w:ind w:left="696" w:firstLine="720"/>
        <w:jc w:val="both"/>
        <w:rPr>
          <w:lang w:val="ro-RO"/>
        </w:rPr>
      </w:pPr>
      <w:r w:rsidRPr="00777CF2">
        <w:rPr>
          <w:lang w:val="ro-RO"/>
        </w:rPr>
        <w:t>a)</w:t>
      </w:r>
      <w:r>
        <w:rPr>
          <w:lang w:val="ro-RO"/>
        </w:rPr>
        <w:t xml:space="preserve"> </w:t>
      </w:r>
      <w:r w:rsidRPr="00777CF2">
        <w:rPr>
          <w:lang w:val="ro-RO"/>
        </w:rPr>
        <w:t xml:space="preserve">Campionate Nationale: </w:t>
      </w:r>
    </w:p>
    <w:p w:rsidR="00D45223" w:rsidRPr="00777CF2" w:rsidRDefault="00D45223" w:rsidP="00777CF2">
      <w:pPr>
        <w:ind w:left="720" w:firstLine="696"/>
        <w:jc w:val="both"/>
        <w:rPr>
          <w:lang w:val="ro-RO"/>
        </w:rPr>
      </w:pPr>
      <w:r w:rsidRPr="00777CF2">
        <w:rPr>
          <w:lang w:val="ro-RO"/>
        </w:rPr>
        <w:t>loc I –în suma de până la 2000 lei /participant</w:t>
      </w:r>
    </w:p>
    <w:p w:rsidR="00D45223" w:rsidRPr="00777CF2" w:rsidRDefault="00D45223" w:rsidP="00777CF2">
      <w:pPr>
        <w:ind w:left="720" w:firstLine="696"/>
        <w:jc w:val="both"/>
        <w:rPr>
          <w:lang w:val="ro-RO"/>
        </w:rPr>
      </w:pPr>
      <w:r w:rsidRPr="00777CF2">
        <w:rPr>
          <w:lang w:val="ro-RO"/>
        </w:rPr>
        <w:t>loc II –în suma de până la 1500 lei / participant</w:t>
      </w:r>
    </w:p>
    <w:p w:rsidR="00D45223" w:rsidRPr="00777CF2" w:rsidRDefault="00D45223" w:rsidP="00777CF2">
      <w:pPr>
        <w:ind w:left="720" w:firstLine="696"/>
        <w:jc w:val="both"/>
        <w:rPr>
          <w:lang w:val="ro-RO"/>
        </w:rPr>
      </w:pPr>
      <w:r w:rsidRPr="00777CF2">
        <w:rPr>
          <w:lang w:val="ro-RO"/>
        </w:rPr>
        <w:t>loc III –în suma de până la 1000 lei/ participant</w:t>
      </w:r>
    </w:p>
    <w:p w:rsidR="00D45223" w:rsidRPr="00777CF2" w:rsidRDefault="00D45223">
      <w:pPr>
        <w:ind w:firstLine="720"/>
        <w:jc w:val="both"/>
        <w:rPr>
          <w:lang w:val="ro-RO"/>
        </w:rPr>
      </w:pPr>
      <w:r w:rsidRPr="00777CF2">
        <w:rPr>
          <w:lang w:val="ro-RO"/>
        </w:rPr>
        <w:t>3. Calendar intern discipline individuale</w:t>
      </w:r>
    </w:p>
    <w:p w:rsidR="00D45223" w:rsidRPr="00777CF2" w:rsidRDefault="00D45223" w:rsidP="00191E82">
      <w:pPr>
        <w:ind w:left="696" w:firstLine="720"/>
        <w:jc w:val="both"/>
        <w:rPr>
          <w:lang w:val="ro-RO"/>
        </w:rPr>
      </w:pPr>
      <w:r w:rsidRPr="00777CF2">
        <w:rPr>
          <w:lang w:val="ro-RO"/>
        </w:rPr>
        <w:t>a) campionate nationale sporturi individuale:</w:t>
      </w:r>
    </w:p>
    <w:p w:rsidR="00D45223" w:rsidRPr="00777CF2" w:rsidRDefault="00D45223">
      <w:pPr>
        <w:ind w:firstLine="720"/>
        <w:jc w:val="both"/>
        <w:rPr>
          <w:lang w:val="ro-RO"/>
        </w:rPr>
      </w:pPr>
      <w:r w:rsidRPr="00777CF2">
        <w:rPr>
          <w:lang w:val="ro-RO"/>
        </w:rPr>
        <w:t xml:space="preserve">- seniori </w:t>
      </w:r>
    </w:p>
    <w:p w:rsidR="00D45223" w:rsidRPr="00777CF2" w:rsidRDefault="00D45223" w:rsidP="00777CF2">
      <w:pPr>
        <w:ind w:left="720" w:firstLine="696"/>
        <w:jc w:val="both"/>
        <w:rPr>
          <w:lang w:val="ro-RO"/>
        </w:rPr>
      </w:pPr>
      <w:r w:rsidRPr="00777CF2">
        <w:rPr>
          <w:lang w:val="ro-RO"/>
        </w:rPr>
        <w:t>loc I –în suma de până la 2000 lei /participant</w:t>
      </w:r>
    </w:p>
    <w:p w:rsidR="00D45223" w:rsidRPr="00777CF2" w:rsidRDefault="00D45223" w:rsidP="00777CF2">
      <w:pPr>
        <w:ind w:left="720" w:firstLine="696"/>
        <w:jc w:val="both"/>
        <w:rPr>
          <w:lang w:val="ro-RO"/>
        </w:rPr>
      </w:pPr>
      <w:r w:rsidRPr="00777CF2">
        <w:rPr>
          <w:lang w:val="ro-RO"/>
        </w:rPr>
        <w:t>loc II –în suma de până la 1500 lei / participant</w:t>
      </w:r>
    </w:p>
    <w:p w:rsidR="00D45223" w:rsidRPr="00777CF2" w:rsidRDefault="00D45223" w:rsidP="00777CF2">
      <w:pPr>
        <w:ind w:left="720" w:firstLine="696"/>
        <w:jc w:val="both"/>
        <w:rPr>
          <w:lang w:val="ro-RO"/>
        </w:rPr>
      </w:pPr>
      <w:r w:rsidRPr="00777CF2">
        <w:rPr>
          <w:lang w:val="ro-RO"/>
        </w:rPr>
        <w:t>loc III –în suma de până la 1200 lei/ participant</w:t>
      </w:r>
    </w:p>
    <w:p w:rsidR="00D45223" w:rsidRPr="00777CF2" w:rsidRDefault="00D45223">
      <w:pPr>
        <w:ind w:firstLine="720"/>
        <w:jc w:val="both"/>
        <w:rPr>
          <w:lang w:val="ro-RO"/>
        </w:rPr>
      </w:pPr>
      <w:r w:rsidRPr="00777CF2">
        <w:rPr>
          <w:lang w:val="ro-RO"/>
        </w:rPr>
        <w:t>- tineret și juniori</w:t>
      </w:r>
    </w:p>
    <w:p w:rsidR="00D45223" w:rsidRPr="00777CF2" w:rsidRDefault="00D45223">
      <w:pPr>
        <w:ind w:left="1440"/>
        <w:jc w:val="both"/>
        <w:rPr>
          <w:lang w:val="ro-RO"/>
        </w:rPr>
      </w:pPr>
      <w:r w:rsidRPr="00777CF2">
        <w:rPr>
          <w:lang w:val="ro-RO"/>
        </w:rPr>
        <w:t>loc I –în suma de până la 1200 lei /participant</w:t>
      </w:r>
    </w:p>
    <w:p w:rsidR="00D45223" w:rsidRPr="00777CF2" w:rsidRDefault="00D45223">
      <w:pPr>
        <w:ind w:left="720" w:firstLine="720"/>
        <w:jc w:val="both"/>
        <w:rPr>
          <w:lang w:val="ro-RO"/>
        </w:rPr>
      </w:pPr>
      <w:r w:rsidRPr="00777CF2">
        <w:rPr>
          <w:lang w:val="ro-RO"/>
        </w:rPr>
        <w:t>loc II –în suma de până la 800 lei / participant</w:t>
      </w:r>
    </w:p>
    <w:p w:rsidR="00D45223" w:rsidRPr="00777CF2" w:rsidRDefault="00D45223">
      <w:pPr>
        <w:ind w:left="720" w:firstLine="720"/>
        <w:jc w:val="both"/>
        <w:rPr>
          <w:lang w:val="ro-RO"/>
        </w:rPr>
      </w:pPr>
      <w:r w:rsidRPr="00777CF2">
        <w:rPr>
          <w:lang w:val="ro-RO"/>
        </w:rPr>
        <w:t>loc III –în suma de până la 500 lei/ participant</w:t>
      </w:r>
    </w:p>
    <w:p w:rsidR="00D45223" w:rsidRPr="00777CF2" w:rsidRDefault="00D45223">
      <w:pPr>
        <w:ind w:firstLine="720"/>
        <w:jc w:val="both"/>
        <w:rPr>
          <w:lang w:val="ro-RO"/>
        </w:rPr>
      </w:pPr>
      <w:r w:rsidRPr="00777CF2">
        <w:rPr>
          <w:lang w:val="ro-RO"/>
        </w:rPr>
        <w:t xml:space="preserve">- juniori II-cadeti: </w:t>
      </w:r>
    </w:p>
    <w:p w:rsidR="00D45223" w:rsidRPr="00777CF2" w:rsidRDefault="00D45223">
      <w:pPr>
        <w:ind w:left="1440"/>
        <w:jc w:val="both"/>
        <w:rPr>
          <w:lang w:val="ro-RO"/>
        </w:rPr>
      </w:pPr>
      <w:r w:rsidRPr="00777CF2">
        <w:rPr>
          <w:lang w:val="ro-RO"/>
        </w:rPr>
        <w:t>loc I –în suma de până la 900 lei /participant</w:t>
      </w:r>
    </w:p>
    <w:p w:rsidR="00D45223" w:rsidRPr="00777CF2" w:rsidRDefault="00D45223">
      <w:pPr>
        <w:ind w:left="720" w:firstLine="720"/>
        <w:jc w:val="both"/>
        <w:rPr>
          <w:lang w:val="ro-RO"/>
        </w:rPr>
      </w:pPr>
      <w:r w:rsidRPr="00777CF2">
        <w:rPr>
          <w:lang w:val="ro-RO"/>
        </w:rPr>
        <w:t>loc II –în suma de până la 700 lei / participant</w:t>
      </w:r>
    </w:p>
    <w:p w:rsidR="00D45223" w:rsidRPr="00777CF2" w:rsidRDefault="00D45223">
      <w:pPr>
        <w:ind w:left="720" w:firstLine="720"/>
        <w:jc w:val="both"/>
        <w:rPr>
          <w:lang w:val="ro-RO"/>
        </w:rPr>
      </w:pPr>
      <w:r w:rsidRPr="00777CF2">
        <w:rPr>
          <w:lang w:val="ro-RO"/>
        </w:rPr>
        <w:t>loc III –în suma de până la 400 lei/ participant</w:t>
      </w:r>
    </w:p>
    <w:p w:rsidR="00D45223" w:rsidRPr="00777CF2" w:rsidRDefault="00D45223" w:rsidP="00191E82">
      <w:pPr>
        <w:ind w:left="696" w:firstLine="720"/>
        <w:jc w:val="both"/>
        <w:rPr>
          <w:lang w:val="ro-RO"/>
        </w:rPr>
      </w:pPr>
      <w:r w:rsidRPr="00777CF2">
        <w:rPr>
          <w:lang w:val="ro-RO"/>
        </w:rPr>
        <w:t>b) Cupa Romaniei:</w:t>
      </w:r>
    </w:p>
    <w:p w:rsidR="00D45223" w:rsidRPr="00777CF2" w:rsidRDefault="00D45223">
      <w:pPr>
        <w:ind w:firstLine="720"/>
        <w:jc w:val="both"/>
        <w:rPr>
          <w:lang w:val="ro-RO"/>
        </w:rPr>
      </w:pPr>
      <w:r w:rsidRPr="00777CF2">
        <w:rPr>
          <w:lang w:val="ro-RO"/>
        </w:rPr>
        <w:t>- seniori/tineret</w:t>
      </w:r>
    </w:p>
    <w:p w:rsidR="00D45223" w:rsidRPr="00777CF2" w:rsidRDefault="00D45223">
      <w:pPr>
        <w:ind w:left="1440"/>
        <w:jc w:val="both"/>
        <w:rPr>
          <w:lang w:val="ro-RO"/>
        </w:rPr>
      </w:pPr>
      <w:r w:rsidRPr="00777CF2">
        <w:rPr>
          <w:lang w:val="ro-RO"/>
        </w:rPr>
        <w:t>loc I –în suma de până la 1500 lei /participant</w:t>
      </w:r>
    </w:p>
    <w:p w:rsidR="00D45223" w:rsidRPr="00777CF2" w:rsidRDefault="00D45223">
      <w:pPr>
        <w:ind w:left="720" w:firstLine="720"/>
        <w:jc w:val="both"/>
        <w:rPr>
          <w:lang w:val="ro-RO"/>
        </w:rPr>
      </w:pPr>
      <w:r w:rsidRPr="00777CF2">
        <w:rPr>
          <w:lang w:val="ro-RO"/>
        </w:rPr>
        <w:t>loc II –în suma de până la 1200 lei / participant</w:t>
      </w:r>
    </w:p>
    <w:p w:rsidR="00D45223" w:rsidRPr="00777CF2" w:rsidRDefault="00D45223">
      <w:pPr>
        <w:ind w:left="720" w:firstLine="720"/>
        <w:jc w:val="both"/>
        <w:rPr>
          <w:lang w:val="ro-RO"/>
        </w:rPr>
      </w:pPr>
      <w:r w:rsidRPr="00777CF2">
        <w:rPr>
          <w:lang w:val="ro-RO"/>
        </w:rPr>
        <w:t>loc III –în suma de până la 1000 lei/ participant</w:t>
      </w:r>
    </w:p>
    <w:p w:rsidR="00D45223" w:rsidRPr="00777CF2" w:rsidRDefault="00D45223">
      <w:pPr>
        <w:ind w:firstLine="720"/>
        <w:jc w:val="both"/>
        <w:rPr>
          <w:lang w:val="ro-RO"/>
        </w:rPr>
      </w:pPr>
      <w:r w:rsidRPr="00777CF2">
        <w:rPr>
          <w:lang w:val="ro-RO"/>
        </w:rPr>
        <w:t>- juniori/cadeti</w:t>
      </w:r>
    </w:p>
    <w:p w:rsidR="00D45223" w:rsidRPr="00777CF2" w:rsidRDefault="00D45223">
      <w:pPr>
        <w:ind w:left="1440"/>
        <w:jc w:val="both"/>
        <w:rPr>
          <w:lang w:val="ro-RO"/>
        </w:rPr>
      </w:pPr>
      <w:r w:rsidRPr="00777CF2">
        <w:rPr>
          <w:lang w:val="ro-RO"/>
        </w:rPr>
        <w:t>loc I –în suma de până la 1200 lei /participant</w:t>
      </w:r>
    </w:p>
    <w:p w:rsidR="00D45223" w:rsidRPr="00777CF2" w:rsidRDefault="00D45223">
      <w:pPr>
        <w:ind w:left="720" w:firstLine="720"/>
        <w:jc w:val="both"/>
        <w:rPr>
          <w:lang w:val="ro-RO"/>
        </w:rPr>
      </w:pPr>
      <w:r w:rsidRPr="00777CF2">
        <w:rPr>
          <w:lang w:val="ro-RO"/>
        </w:rPr>
        <w:t>loc II –în suma de până la 800 lei / participant</w:t>
      </w:r>
    </w:p>
    <w:p w:rsidR="00D45223" w:rsidRPr="00777CF2" w:rsidRDefault="00D45223">
      <w:pPr>
        <w:ind w:left="720" w:firstLine="720"/>
        <w:jc w:val="both"/>
        <w:rPr>
          <w:lang w:val="ro-RO"/>
        </w:rPr>
      </w:pPr>
      <w:r w:rsidRPr="00777CF2">
        <w:rPr>
          <w:lang w:val="ro-RO"/>
        </w:rPr>
        <w:t>loc III –în suma de până la 500 lei/ participant</w:t>
      </w:r>
    </w:p>
    <w:p w:rsidR="00D45223" w:rsidRPr="00777CF2" w:rsidRDefault="00D45223">
      <w:pPr>
        <w:ind w:firstLine="720"/>
        <w:jc w:val="both"/>
        <w:rPr>
          <w:lang w:val="ro-RO"/>
        </w:rPr>
      </w:pPr>
      <w:r w:rsidRPr="00777CF2">
        <w:rPr>
          <w:lang w:val="ro-RO"/>
        </w:rPr>
        <w:t>(2) Cuantumul premiilor se acorda diferit: pe discipline sportive olimpice - până la 100%; probe neolimpice din cadrul disciplinelor olimpice - până la 50%; discipline sportive neolimpice - până la 40%.</w:t>
      </w:r>
    </w:p>
    <w:p w:rsidR="00D45223" w:rsidRPr="00777CF2" w:rsidRDefault="00D45223">
      <w:pPr>
        <w:ind w:firstLine="720"/>
        <w:jc w:val="both"/>
        <w:rPr>
          <w:lang w:val="ro-RO"/>
        </w:rPr>
      </w:pPr>
      <w:r w:rsidRPr="00777CF2">
        <w:rPr>
          <w:lang w:val="ro-RO"/>
        </w:rPr>
        <w:t>(3) În cazul disciplinelor sportive individuale cu probe pe echipe, echipaje sau ştafete, precum şi la jocurile sportive, valoarea premiului prevăzut în prezenta este individuală.</w:t>
      </w:r>
    </w:p>
    <w:p w:rsidR="00D45223" w:rsidRPr="00777CF2" w:rsidRDefault="00D45223">
      <w:pPr>
        <w:ind w:firstLine="720"/>
        <w:jc w:val="both"/>
        <w:rPr>
          <w:lang w:val="ro-RO"/>
        </w:rPr>
      </w:pPr>
      <w:r w:rsidRPr="00777CF2">
        <w:rPr>
          <w:lang w:val="ro-RO"/>
        </w:rPr>
        <w:t>(4) Sportivii premiaţi de MTS sau de Comitetul Olimpic şi Sportiv Român, clasaţi pe primele 6 locuri la jocurile olimpice, jocurile paralimpice, campionatele mondiale şi europene, pot primi premii şi din partea cluburilor sportive de care aparţin, în limita prevederilor bugetare aprobate. Premiile cumulate acordate sportivilor potrivit alin. (4) nu pot depăşi 50% din valoarea premiilor acordate de MTS si C.O.S.R.</w:t>
      </w:r>
    </w:p>
    <w:p w:rsidR="00D45223" w:rsidRPr="00777CF2" w:rsidRDefault="00D45223">
      <w:pPr>
        <w:ind w:firstLine="720"/>
        <w:jc w:val="both"/>
        <w:rPr>
          <w:lang w:val="ro-RO"/>
        </w:rPr>
      </w:pPr>
      <w:r w:rsidRPr="00777CF2">
        <w:rPr>
          <w:lang w:val="ro-RO"/>
        </w:rPr>
        <w:t>(5) La disciplinele sportive la care, pe baza rezultatelor obţinute de sportivi la probele individuale, se întocmesc, potrivit regulamentului de concurs, şi clasamente pe echipe, premierea sportivilor se face pentru fiecare performanţă obţinută.</w:t>
      </w:r>
    </w:p>
    <w:p w:rsidR="00D45223" w:rsidRPr="00777CF2" w:rsidRDefault="00D45223">
      <w:pPr>
        <w:ind w:firstLine="720"/>
        <w:jc w:val="both"/>
        <w:rPr>
          <w:lang w:val="ro-RO"/>
        </w:rPr>
      </w:pPr>
      <w:r w:rsidRPr="00777CF2">
        <w:rPr>
          <w:lang w:val="ro-RO"/>
        </w:rPr>
        <w:t>(6)La disciplinele sportive la care, în conformitate cu regulamentul de concurs, sunt prevăzute probe pe echipe, separat de probele individuale, premierea sportivilor se face atât pentru performanţele obţinute la probele individuale, cât şi pentru cele obţinute în cadrul concursului pe echipe.</w:t>
      </w:r>
    </w:p>
    <w:p w:rsidR="00D45223" w:rsidRPr="00777CF2" w:rsidRDefault="00D45223">
      <w:pPr>
        <w:ind w:firstLine="720"/>
        <w:jc w:val="both"/>
        <w:rPr>
          <w:lang w:val="ro-RO"/>
        </w:rPr>
      </w:pPr>
      <w:r w:rsidRPr="00777CF2">
        <w:rPr>
          <w:lang w:val="ro-RO"/>
        </w:rPr>
        <w:t>(7) La jocurile sportive, în cadrul etapelor competiţiilor sportive interne de nivel naţional de seniori, cluburile sportive pot acorda premii astfel:</w:t>
      </w:r>
    </w:p>
    <w:p w:rsidR="00D45223" w:rsidRPr="00777CF2" w:rsidRDefault="00D45223">
      <w:pPr>
        <w:ind w:firstLine="720"/>
        <w:jc w:val="both"/>
        <w:rPr>
          <w:lang w:val="ro-RO"/>
        </w:rPr>
      </w:pPr>
      <w:r w:rsidRPr="00777CF2">
        <w:rPr>
          <w:lang w:val="ro-RO"/>
        </w:rPr>
        <w:t>a) un premiu de până la 900 lei/sportiv pentru meciurile câştigate în primul eşalon valoric al competiţiei;</w:t>
      </w:r>
    </w:p>
    <w:p w:rsidR="00D45223" w:rsidRPr="00777CF2" w:rsidRDefault="00D45223">
      <w:pPr>
        <w:ind w:firstLine="720"/>
        <w:jc w:val="both"/>
        <w:rPr>
          <w:lang w:val="ro-RO"/>
        </w:rPr>
      </w:pPr>
      <w:r w:rsidRPr="00777CF2">
        <w:rPr>
          <w:lang w:val="ro-RO"/>
        </w:rPr>
        <w:t>b) un premiu de până la 600 lei/sportiv pentru meciurile câştigate în al doilea eşalon valoric al competiţiei.</w:t>
      </w:r>
    </w:p>
    <w:p w:rsidR="00D45223" w:rsidRPr="00777CF2" w:rsidRDefault="00D45223">
      <w:pPr>
        <w:ind w:firstLine="720"/>
        <w:jc w:val="both"/>
        <w:rPr>
          <w:lang w:val="ro-RO"/>
        </w:rPr>
      </w:pPr>
      <w:r w:rsidRPr="00777CF2">
        <w:rPr>
          <w:lang w:val="ro-RO"/>
        </w:rPr>
        <w:t>Premiile se acordă participanților înscriși pe foaia de arbitraj, diferenţiat, în funcţie de valoarea meciurilor şi de contribuţia fiecărui sportiv, conform deciziei forului de conducere al entităţii sportive.</w:t>
      </w:r>
    </w:p>
    <w:p w:rsidR="00D45223" w:rsidRPr="00777CF2" w:rsidRDefault="00D45223">
      <w:pPr>
        <w:ind w:firstLine="720"/>
        <w:jc w:val="both"/>
        <w:rPr>
          <w:lang w:val="ro-RO"/>
        </w:rPr>
      </w:pPr>
      <w:r w:rsidRPr="00777CF2">
        <w:rPr>
          <w:lang w:val="ro-RO"/>
        </w:rPr>
        <w:t>(8) Sportivii clasaţi pe locurile I, II şi III în competiţiile interne neprevăzute la alin(1) pot primi din partea organizatorilor un premiu în bani sau în obiecte, în valoare de până la 390 lei, 290 lei şi, respectiv, 190 lei/persoană din venituri proprii.</w:t>
      </w:r>
    </w:p>
    <w:p w:rsidR="00D45223" w:rsidRPr="00777CF2" w:rsidRDefault="00D45223">
      <w:pPr>
        <w:ind w:firstLine="720"/>
        <w:jc w:val="both"/>
        <w:rPr>
          <w:lang w:val="ro-RO"/>
        </w:rPr>
      </w:pPr>
      <w:r w:rsidRPr="00777CF2">
        <w:rPr>
          <w:lang w:val="ro-RO"/>
        </w:rPr>
        <w:t>(9) Pentru realizarea unor recorduri, omologate de forurile sportive abilitate, cluburile sportive pot acorda sportivilor premii in lei, până in limita a 50% din valoarea premiului acordat potrivit aliniatului (1)</w:t>
      </w:r>
    </w:p>
    <w:p w:rsidR="00D45223" w:rsidRPr="00777CF2" w:rsidRDefault="00D45223">
      <w:pPr>
        <w:ind w:firstLine="720"/>
        <w:jc w:val="both"/>
        <w:rPr>
          <w:lang w:val="ro-RO"/>
        </w:rPr>
      </w:pPr>
      <w:r w:rsidRPr="00777CF2">
        <w:rPr>
          <w:lang w:val="ro-RO"/>
        </w:rPr>
        <w:t>(10) Pentru performanţele obţinute la competiţiile sportive care nu au fost autorizate în condiţiile legii, nu se acordă premii.</w:t>
      </w:r>
    </w:p>
    <w:p w:rsidR="00D45223" w:rsidRPr="00777CF2" w:rsidRDefault="00D45223">
      <w:pPr>
        <w:jc w:val="both"/>
        <w:rPr>
          <w:b/>
          <w:bCs/>
          <w:i/>
          <w:iCs/>
          <w:lang w:val="ro-RO"/>
        </w:rPr>
      </w:pPr>
    </w:p>
    <w:p w:rsidR="00D45223" w:rsidRPr="00777CF2" w:rsidRDefault="00D45223">
      <w:pPr>
        <w:ind w:firstLine="720"/>
        <w:jc w:val="both"/>
        <w:rPr>
          <w:b/>
          <w:bCs/>
          <w:iCs/>
          <w:lang w:val="ro-RO"/>
        </w:rPr>
      </w:pPr>
      <w:r w:rsidRPr="00777CF2">
        <w:rPr>
          <w:b/>
          <w:bCs/>
          <w:iCs/>
          <w:lang w:val="ro-RO"/>
        </w:rPr>
        <w:t>B. Premii pentru antrenori, tehnicieni şi alţi specialişti- la jocurile sportive:</w:t>
      </w:r>
    </w:p>
    <w:p w:rsidR="00D45223" w:rsidRPr="00777CF2" w:rsidRDefault="00D45223">
      <w:pPr>
        <w:ind w:firstLine="720"/>
        <w:jc w:val="both"/>
        <w:rPr>
          <w:lang w:val="ro-RO"/>
        </w:rPr>
      </w:pPr>
      <w:r w:rsidRPr="00777CF2">
        <w:rPr>
          <w:lang w:val="ro-RO"/>
        </w:rPr>
        <w:t>(1) Pentru performanţele deosebite obţinute în competiţii sportive interne și internaţionale, cluburile sportive pot acorda antrenorului principal un premiu echivalent cu cel mult triplul celui mai mare premiu acordat unuia dintre sportivi,. Antrenorii secunzi pot primi un premiu de până la 80% din premiul acordat antrenorului principal. Ceilalţi specialişti şi tehnicieni din cadrul colectivelor tehnice aprobate de clubul sportiv conform normelor proprii pot primi un premiu unitar de până la 35% din valoarea premiului acordat antrenorului cu premiul cel mai mare. Valoarea totală a premiilor acordate acestor specialişti nu poate depăşi nivelul premiului acordat antrenorului cu premiul cel mai mare.</w:t>
      </w:r>
    </w:p>
    <w:p w:rsidR="00D45223" w:rsidRPr="00777CF2" w:rsidRDefault="00D45223">
      <w:pPr>
        <w:ind w:firstLine="720"/>
        <w:jc w:val="both"/>
        <w:rPr>
          <w:lang w:val="ro-RO"/>
        </w:rPr>
      </w:pPr>
      <w:r w:rsidRPr="00777CF2">
        <w:rPr>
          <w:lang w:val="ro-RO"/>
        </w:rPr>
        <w:t>(2) Pentru performanţele obţinute la competiţiile sportive care nu au fost autorizate în condiţiile legii, nu se acordă premii.</w:t>
      </w:r>
    </w:p>
    <w:p w:rsidR="00D45223" w:rsidRPr="00777CF2" w:rsidRDefault="00D45223">
      <w:pPr>
        <w:ind w:firstLine="720"/>
        <w:jc w:val="both"/>
        <w:rPr>
          <w:lang w:val="ro-RO"/>
        </w:rPr>
      </w:pPr>
    </w:p>
    <w:p w:rsidR="00D45223" w:rsidRPr="00777CF2" w:rsidRDefault="00D45223">
      <w:pPr>
        <w:ind w:firstLine="720"/>
        <w:jc w:val="both"/>
        <w:rPr>
          <w:b/>
          <w:lang w:val="ro-RO"/>
        </w:rPr>
      </w:pPr>
      <w:r w:rsidRPr="00777CF2">
        <w:rPr>
          <w:b/>
          <w:lang w:val="ro-RO"/>
        </w:rPr>
        <w:t>C. Alte premii acordate la acțiuni sportive:</w:t>
      </w:r>
    </w:p>
    <w:p w:rsidR="00D45223" w:rsidRPr="00777CF2" w:rsidRDefault="00D45223">
      <w:pPr>
        <w:ind w:firstLine="720"/>
        <w:jc w:val="both"/>
        <w:rPr>
          <w:lang w:val="ro-RO"/>
        </w:rPr>
      </w:pPr>
      <w:r w:rsidRPr="00777CF2">
        <w:rPr>
          <w:lang w:val="ro-RO"/>
        </w:rPr>
        <w:t>(1) La competiţiile sportive interne, începând cu etapa pe localitate, organizatorii pot acorda medalii, echipament sportiv, diplome, cupe, conform regulamentelor competiţiilor respective.</w:t>
      </w:r>
    </w:p>
    <w:p w:rsidR="00D45223" w:rsidRPr="00777CF2" w:rsidRDefault="00D45223">
      <w:pPr>
        <w:ind w:firstLine="720"/>
        <w:jc w:val="both"/>
        <w:rPr>
          <w:lang w:val="ro-RO"/>
        </w:rPr>
      </w:pPr>
      <w:r w:rsidRPr="00777CF2">
        <w:rPr>
          <w:lang w:val="ro-RO"/>
        </w:rPr>
        <w:t>(2) Cluburile sportive pot acorda anual premii individuale de până la 350 lei pentru voluntari.</w:t>
      </w:r>
    </w:p>
    <w:p w:rsidR="00D45223" w:rsidRPr="00777CF2" w:rsidRDefault="00D45223">
      <w:pPr>
        <w:ind w:firstLine="720"/>
        <w:jc w:val="both"/>
        <w:rPr>
          <w:lang w:val="ro-RO"/>
        </w:rPr>
      </w:pPr>
      <w:r w:rsidRPr="00777CF2">
        <w:rPr>
          <w:lang w:val="ro-RO"/>
        </w:rPr>
        <w:t>(3) Cu prilejul unor aniversări jubiliare, al retragerii din activitate a unor sportivi, antrenori sau a altor personalităţi din domeniul sportului, precum şi al unor acţiuni speciale, organizaţiile sportive pot acorda trofee sportive, precum şi premii în bani şi/sau în obiecte, în valoare de până la 2.500 lei/persoană.</w:t>
      </w:r>
    </w:p>
    <w:p w:rsidR="00D45223" w:rsidRDefault="00D45223">
      <w:pPr>
        <w:jc w:val="both"/>
        <w:rPr>
          <w:b/>
          <w:bCs/>
          <w:lang w:val="ro-RO"/>
        </w:rPr>
      </w:pPr>
    </w:p>
    <w:p w:rsidR="00D45223" w:rsidRPr="00777CF2" w:rsidRDefault="00D45223">
      <w:pPr>
        <w:ind w:firstLine="720"/>
        <w:jc w:val="both"/>
        <w:rPr>
          <w:b/>
          <w:bCs/>
          <w:i/>
          <w:iCs/>
          <w:lang w:val="ro-RO"/>
        </w:rPr>
      </w:pPr>
      <w:r w:rsidRPr="00777CF2">
        <w:rPr>
          <w:b/>
          <w:bCs/>
          <w:lang w:val="ro-RO"/>
        </w:rPr>
        <w:t>IV. Î</w:t>
      </w:r>
      <w:r w:rsidRPr="00777CF2">
        <w:rPr>
          <w:b/>
          <w:bCs/>
          <w:iCs/>
          <w:lang w:val="ro-RO"/>
        </w:rPr>
        <w:t>ndemnizații sportive</w:t>
      </w:r>
    </w:p>
    <w:p w:rsidR="00D45223" w:rsidRPr="00777CF2" w:rsidRDefault="00D45223">
      <w:pPr>
        <w:jc w:val="both"/>
        <w:rPr>
          <w:lang w:val="ro-RO"/>
        </w:rPr>
      </w:pPr>
    </w:p>
    <w:p w:rsidR="00D45223" w:rsidRPr="00777CF2" w:rsidRDefault="00D45223">
      <w:pPr>
        <w:ind w:firstLine="720"/>
        <w:jc w:val="both"/>
        <w:rPr>
          <w:lang w:val="ro-RO"/>
        </w:rPr>
      </w:pPr>
      <w:r w:rsidRPr="00777CF2">
        <w:rPr>
          <w:lang w:val="ro-RO"/>
        </w:rPr>
        <w:t>(1) Sportivii de performanţă, legitimaţi în cadrul clubului sportiv, antrenorii acestora şi alţi membri ai colectivului tehnic pot primi pe perioada acţiunii de pregătire sportivă organizată de club şi pe perioada competiţiei sportive la care participă în numele clubului o indemnizaţie sportivă, astfel:</w:t>
      </w:r>
    </w:p>
    <w:p w:rsidR="00D45223" w:rsidRPr="00777CF2" w:rsidRDefault="00D45223" w:rsidP="00191E82">
      <w:pPr>
        <w:ind w:left="696" w:firstLine="720"/>
        <w:jc w:val="both"/>
        <w:rPr>
          <w:lang w:val="ro-RO"/>
        </w:rPr>
      </w:pPr>
      <w:r w:rsidRPr="00777CF2">
        <w:rPr>
          <w:lang w:val="ro-RO"/>
        </w:rPr>
        <w:t>- în suma de până la 720 lei/participant/luna – sportivi seniori</w:t>
      </w:r>
    </w:p>
    <w:p w:rsidR="00D45223" w:rsidRPr="00777CF2" w:rsidRDefault="00D45223" w:rsidP="00191E82">
      <w:pPr>
        <w:ind w:left="696" w:firstLine="720"/>
        <w:jc w:val="both"/>
        <w:rPr>
          <w:lang w:val="ro-RO"/>
        </w:rPr>
      </w:pPr>
      <w:r w:rsidRPr="00777CF2">
        <w:rPr>
          <w:lang w:val="ro-RO"/>
        </w:rPr>
        <w:t>- în suma de până la 560 lei/participant/luna – sportivi de tineret/juniori I</w:t>
      </w:r>
    </w:p>
    <w:p w:rsidR="00D45223" w:rsidRPr="00777CF2" w:rsidRDefault="00D45223" w:rsidP="00191E82">
      <w:pPr>
        <w:ind w:left="696" w:firstLine="720"/>
        <w:jc w:val="both"/>
        <w:rPr>
          <w:lang w:val="ro-RO"/>
        </w:rPr>
      </w:pPr>
      <w:r w:rsidRPr="00777CF2">
        <w:rPr>
          <w:lang w:val="ro-RO"/>
        </w:rPr>
        <w:t>- antrenorul principal - 100% din îndemnizatia sportivului antrenat</w:t>
      </w:r>
    </w:p>
    <w:p w:rsidR="00D45223" w:rsidRPr="00777CF2" w:rsidRDefault="00D45223" w:rsidP="00191E82">
      <w:pPr>
        <w:ind w:left="696" w:firstLine="720"/>
        <w:jc w:val="both"/>
        <w:rPr>
          <w:lang w:val="ro-RO"/>
        </w:rPr>
      </w:pPr>
      <w:r w:rsidRPr="00777CF2">
        <w:rPr>
          <w:lang w:val="ro-RO"/>
        </w:rPr>
        <w:t>- antrenorul secund - 85% din îndemnizatia antrenorului principal</w:t>
      </w:r>
    </w:p>
    <w:p w:rsidR="00D45223" w:rsidRPr="00777CF2" w:rsidRDefault="00D45223">
      <w:pPr>
        <w:ind w:firstLine="720"/>
        <w:jc w:val="both"/>
        <w:rPr>
          <w:lang w:val="ro-RO"/>
        </w:rPr>
      </w:pPr>
      <w:r w:rsidRPr="00777CF2">
        <w:rPr>
          <w:lang w:val="ro-RO"/>
        </w:rPr>
        <w:t>(2) Îndemnizatia sportivă nu se acorda participanților la activitatea sportivă, care primesc plăți prin contracte de activitate sportivă.</w:t>
      </w:r>
    </w:p>
    <w:p w:rsidR="00D45223" w:rsidRPr="00777CF2" w:rsidRDefault="00D45223">
      <w:pPr>
        <w:jc w:val="both"/>
        <w:rPr>
          <w:b/>
          <w:bCs/>
          <w:lang w:val="ro-RO"/>
        </w:rPr>
      </w:pPr>
    </w:p>
    <w:p w:rsidR="00D45223" w:rsidRPr="00777CF2" w:rsidRDefault="00D45223">
      <w:pPr>
        <w:ind w:firstLine="720"/>
        <w:jc w:val="both"/>
        <w:rPr>
          <w:b/>
          <w:bCs/>
          <w:lang w:val="ro-RO"/>
        </w:rPr>
      </w:pPr>
      <w:r w:rsidRPr="00777CF2">
        <w:rPr>
          <w:b/>
          <w:bCs/>
          <w:lang w:val="ro-RO"/>
        </w:rPr>
        <w:t>Cap. IV. Dispozitii finale:</w:t>
      </w:r>
    </w:p>
    <w:p w:rsidR="00D45223" w:rsidRPr="00777CF2" w:rsidRDefault="00D45223">
      <w:pPr>
        <w:jc w:val="both"/>
        <w:rPr>
          <w:lang w:val="ro-RO"/>
        </w:rPr>
      </w:pPr>
    </w:p>
    <w:p w:rsidR="00D45223" w:rsidRPr="00777CF2" w:rsidRDefault="00D45223">
      <w:pPr>
        <w:ind w:firstLine="720"/>
        <w:jc w:val="both"/>
        <w:rPr>
          <w:lang w:val="ro-RO"/>
        </w:rPr>
      </w:pPr>
      <w:r w:rsidRPr="00777CF2">
        <w:rPr>
          <w:lang w:val="ro-RO"/>
        </w:rPr>
        <w:t>(1) Premiile şi alte drepturi acordate în baza prezentelor norme se impozitează potrivit legii.</w:t>
      </w:r>
    </w:p>
    <w:p w:rsidR="00D45223" w:rsidRPr="00777CF2" w:rsidRDefault="00D45223">
      <w:pPr>
        <w:ind w:firstLine="720"/>
        <w:jc w:val="both"/>
        <w:rPr>
          <w:lang w:val="ro-RO"/>
        </w:rPr>
      </w:pPr>
      <w:r w:rsidRPr="00777CF2">
        <w:rPr>
          <w:lang w:val="ro-RO"/>
        </w:rPr>
        <w:t>(2) Cheltuielile pentru realizarea competiţiilor sportive interne se efectuează astfel:</w:t>
      </w:r>
    </w:p>
    <w:p w:rsidR="00D45223" w:rsidRPr="00777CF2" w:rsidRDefault="00D45223">
      <w:pPr>
        <w:ind w:left="720" w:firstLine="720"/>
        <w:jc w:val="both"/>
        <w:rPr>
          <w:lang w:val="ro-RO"/>
        </w:rPr>
      </w:pPr>
      <w:r w:rsidRPr="00777CF2">
        <w:rPr>
          <w:lang w:val="ro-RO"/>
        </w:rPr>
        <w:t>a) cheltuielile de organizare a competiţiei, de către organizatorul competiţiei, potrivit regulamentului acesteia;</w:t>
      </w:r>
    </w:p>
    <w:p w:rsidR="00D45223" w:rsidRPr="00777CF2" w:rsidRDefault="00D45223">
      <w:pPr>
        <w:ind w:left="720" w:firstLine="720"/>
        <w:jc w:val="both"/>
        <w:rPr>
          <w:lang w:val="ro-RO"/>
        </w:rPr>
      </w:pPr>
      <w:r w:rsidRPr="00777CF2">
        <w:rPr>
          <w:lang w:val="ro-RO"/>
        </w:rPr>
        <w:t>b) cheltuielile de participare, cum ar fi cheltuielile de cazare, masă, transport, taxă de participare şi altele asemenea, de către clubul sportiv, după caz, pentru sportivii proprii înscrişi la competiţia respectivă, precum şi pentru ceilalţi membri ai delegaţiei sportive.</w:t>
      </w:r>
    </w:p>
    <w:p w:rsidR="00D45223" w:rsidRPr="00777CF2" w:rsidRDefault="00D45223" w:rsidP="00777CF2">
      <w:pPr>
        <w:ind w:firstLine="720"/>
        <w:jc w:val="both"/>
        <w:rPr>
          <w:lang w:val="ro-RO"/>
        </w:rPr>
      </w:pPr>
      <w:r w:rsidRPr="00777CF2">
        <w:rPr>
          <w:lang w:val="ro-RO"/>
        </w:rPr>
        <w:t>(3) Sumele prevăzute în prezentul normativ includ și taxa pe valoarea adăugată, după caz.</w:t>
      </w:r>
    </w:p>
    <w:p w:rsidR="00D45223" w:rsidRPr="00777CF2" w:rsidRDefault="00D45223" w:rsidP="00777CF2">
      <w:pPr>
        <w:jc w:val="both"/>
        <w:rPr>
          <w:lang w:val="ro-RO"/>
        </w:rPr>
      </w:pPr>
      <w:r w:rsidRPr="00777CF2">
        <w:rPr>
          <w:lang w:val="ro-RO"/>
        </w:rPr>
        <w:tab/>
        <w:t>(4) Efectuarea cheltuielilor reglementate prin prezentele norme se realizează potrivit normelor privind finanţele publice.</w:t>
      </w:r>
    </w:p>
    <w:p w:rsidR="00D45223" w:rsidRPr="00777CF2" w:rsidRDefault="00D45223" w:rsidP="00777CF2">
      <w:pPr>
        <w:jc w:val="both"/>
        <w:rPr>
          <w:lang w:val="ro-RO"/>
        </w:rPr>
      </w:pPr>
      <w:r w:rsidRPr="00777CF2">
        <w:rPr>
          <w:lang w:val="ro-RO"/>
        </w:rPr>
        <w:tab/>
        <w:t>(5) Pentru realizarea acţiunilor şi activităţilor sportive prevăzute de prezentele norme se pot efectua plăţi în avans, în condiţiile existenţei unor contracte ferme, în cuantum de până la 30% din valoarea contractului, în condiţiile legii.</w:t>
      </w:r>
    </w:p>
    <w:p w:rsidR="00D45223" w:rsidRPr="00777CF2" w:rsidRDefault="00D45223" w:rsidP="00777CF2">
      <w:pPr>
        <w:jc w:val="both"/>
        <w:rPr>
          <w:lang w:val="ro-RO"/>
        </w:rPr>
      </w:pPr>
      <w:r w:rsidRPr="00777CF2">
        <w:rPr>
          <w:lang w:val="ro-RO"/>
        </w:rPr>
        <w:tab/>
        <w:t>(6) Organizaţiile sportive pot aloca fonduri peste limitele prevăzute în prezentele norme pe seama sumelor obţinute din venituri proprii, donaţii sau sponsorizări, în condiţiile legii.</w:t>
      </w:r>
    </w:p>
    <w:p w:rsidR="00D45223" w:rsidRPr="00777CF2" w:rsidRDefault="00D45223">
      <w:pPr>
        <w:jc w:val="center"/>
        <w:rPr>
          <w:lang w:val="ro-RO"/>
        </w:rPr>
      </w:pPr>
    </w:p>
    <w:p w:rsidR="00D45223" w:rsidRPr="00777CF2" w:rsidRDefault="00D45223">
      <w:pPr>
        <w:jc w:val="center"/>
        <w:rPr>
          <w:lang w:val="ro-RO"/>
        </w:rPr>
      </w:pPr>
      <w:r w:rsidRPr="00777CF2">
        <w:rPr>
          <w:lang w:val="ro-RO"/>
        </w:rPr>
        <w:t>------------------------------------</w:t>
      </w:r>
    </w:p>
    <w:p w:rsidR="00D45223" w:rsidRPr="00777CF2" w:rsidRDefault="00D45223">
      <w:pPr>
        <w:rPr>
          <w:lang w:val="ro-RO"/>
        </w:rPr>
      </w:pPr>
    </w:p>
    <w:p w:rsidR="00D45223" w:rsidRPr="00777CF2" w:rsidRDefault="00D45223"/>
    <w:sectPr w:rsidR="00D45223" w:rsidRPr="00777CF2" w:rsidSect="00344800">
      <w:pgSz w:w="11906" w:h="16838"/>
      <w:pgMar w:top="1417" w:right="1417" w:bottom="1134" w:left="1417"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2184D"/>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2816002F"/>
    <w:multiLevelType w:val="multilevel"/>
    <w:tmpl w:val="FFFFFFFF"/>
    <w:lvl w:ilvl="0">
      <w:start w:val="5"/>
      <w:numFmt w:val="decimal"/>
      <w:lvlText w:val="%1"/>
      <w:lvlJc w:val="left"/>
      <w:pPr>
        <w:ind w:left="108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
    <w:nsid w:val="28A744D3"/>
    <w:multiLevelType w:val="multilevel"/>
    <w:tmpl w:val="FFFFFFFF"/>
    <w:lvl w:ilvl="0">
      <w:start w:val="1"/>
      <w:numFmt w:val="upperLetter"/>
      <w:lvlText w:val="%1"/>
      <w:lvlJc w:val="left"/>
      <w:pPr>
        <w:ind w:left="108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3">
    <w:nsid w:val="33075A47"/>
    <w:multiLevelType w:val="multilevel"/>
    <w:tmpl w:val="FFFFFFFF"/>
    <w:lvl w:ilvl="0">
      <w:start w:val="1"/>
      <w:numFmt w:val="decimal"/>
      <w:lvlText w:val="%1"/>
      <w:lvlJc w:val="left"/>
      <w:pPr>
        <w:ind w:left="108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4800"/>
    <w:rsid w:val="000C491C"/>
    <w:rsid w:val="00191E82"/>
    <w:rsid w:val="001B2D90"/>
    <w:rsid w:val="00344800"/>
    <w:rsid w:val="00777CF2"/>
    <w:rsid w:val="00D452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Times New Roman" w:eastAsia="Times New Roman" w:hAnsi="Times New Roman" w:cs="Times New Roman"/>
      <w:sz w:val="24"/>
      <w:szCs w:val="24"/>
      <w:lang w:val="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uiPriority w:val="99"/>
    <w:rPr>
      <w:color w:val="000000"/>
    </w:rPr>
  </w:style>
  <w:style w:type="character" w:customStyle="1" w:styleId="ListLabel2">
    <w:name w:val="ListLabel 2"/>
    <w:uiPriority w:val="99"/>
    <w:rsid w:val="00344800"/>
  </w:style>
  <w:style w:type="paragraph" w:customStyle="1" w:styleId="Heading">
    <w:name w:val="Heading"/>
    <w:basedOn w:val="Normal"/>
    <w:next w:val="TextBody"/>
    <w:uiPriority w:val="99"/>
    <w:pPr>
      <w:keepNext/>
      <w:spacing w:before="240" w:after="120"/>
    </w:pPr>
    <w:rPr>
      <w:rFonts w:ascii="Liberation Sans" w:eastAsia="Calibri" w:hAnsi="Liberation Sans" w:cs="Mangal"/>
      <w:sz w:val="28"/>
      <w:szCs w:val="28"/>
    </w:rPr>
  </w:style>
  <w:style w:type="paragraph" w:customStyle="1" w:styleId="TextBody">
    <w:name w:val="Text Body"/>
    <w:basedOn w:val="Normal"/>
    <w:uiPriority w:val="99"/>
    <w:pPr>
      <w:spacing w:after="140" w:line="288" w:lineRule="auto"/>
    </w:pPr>
  </w:style>
  <w:style w:type="paragraph" w:styleId="List">
    <w:name w:val="List"/>
    <w:basedOn w:val="TextBody"/>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Index">
    <w:name w:val="Index"/>
    <w:basedOn w:val="Normal"/>
    <w:uiPriority w:val="99"/>
    <w:pPr>
      <w:suppressLineNumbers/>
    </w:pPr>
    <w:rPr>
      <w:rFonts w:cs="Mangal"/>
    </w:rPr>
  </w:style>
  <w:style w:type="paragraph" w:styleId="ListParagraph">
    <w:name w:val="List Paragraph"/>
    <w:basedOn w:val="Normal"/>
    <w:uiPriority w:val="99"/>
    <w:qFormat/>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11</Pages>
  <Words>5220</Words>
  <Characters>29755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Finna.Cornelia</cp:lastModifiedBy>
  <cp:revision>5</cp:revision>
  <cp:lastPrinted>2017-10-17T12:20:00Z</cp:lastPrinted>
  <dcterms:created xsi:type="dcterms:W3CDTF">2017-10-17T11:53:00Z</dcterms:created>
  <dcterms:modified xsi:type="dcterms:W3CDTF">2017-10-17T12:21:00Z</dcterms:modified>
</cp:coreProperties>
</file>